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7D939" w14:textId="77777777" w:rsidR="002C042B" w:rsidRDefault="002C042B" w:rsidP="001E5F45">
      <w:pPr>
        <w:pStyle w:val="Nadpis1"/>
        <w:spacing w:before="0"/>
        <w:rPr>
          <w:sz w:val="32"/>
          <w:szCs w:val="32"/>
        </w:rPr>
      </w:pPr>
      <w:r w:rsidRPr="00E1711C">
        <w:rPr>
          <w:sz w:val="32"/>
          <w:szCs w:val="32"/>
        </w:rPr>
        <w:t>Specifikace předmětu veřejné zakázky – technické podmínky</w:t>
      </w:r>
    </w:p>
    <w:p w14:paraId="3030BB45" w14:textId="7E4CEC8F" w:rsidR="00413E5D" w:rsidRPr="00561165" w:rsidRDefault="002C042B" w:rsidP="001E5F45">
      <w:pPr>
        <w:pStyle w:val="Nadpis1"/>
        <w:spacing w:before="0"/>
        <w:rPr>
          <w:sz w:val="32"/>
          <w:szCs w:val="32"/>
        </w:rPr>
      </w:pPr>
      <w:r w:rsidRPr="005055BA">
        <w:rPr>
          <w:sz w:val="32"/>
          <w:szCs w:val="32"/>
        </w:rPr>
        <w:t>1</w:t>
      </w:r>
      <w:r>
        <w:rPr>
          <w:sz w:val="32"/>
          <w:szCs w:val="32"/>
        </w:rPr>
        <w:t>b</w:t>
      </w:r>
      <w:r w:rsidRPr="005055BA">
        <w:rPr>
          <w:sz w:val="32"/>
          <w:szCs w:val="32"/>
        </w:rPr>
        <w:t xml:space="preserve"> TP </w:t>
      </w:r>
      <w:r>
        <w:rPr>
          <w:sz w:val="32"/>
          <w:szCs w:val="32"/>
        </w:rPr>
        <w:t>Mobil</w:t>
      </w:r>
      <w:r w:rsidRPr="005055BA">
        <w:rPr>
          <w:sz w:val="32"/>
          <w:szCs w:val="32"/>
        </w:rPr>
        <w:t xml:space="preserve">ní zdroj </w:t>
      </w:r>
      <w:r>
        <w:rPr>
          <w:sz w:val="32"/>
          <w:szCs w:val="32"/>
        </w:rPr>
        <w:t>24</w:t>
      </w:r>
      <w:r w:rsidRPr="005055BA">
        <w:rPr>
          <w:sz w:val="32"/>
          <w:szCs w:val="32"/>
        </w:rPr>
        <w:t>kVA</w:t>
      </w:r>
    </w:p>
    <w:p w14:paraId="588D1BEF" w14:textId="77777777" w:rsidR="00413E5D" w:rsidRDefault="00413E5D" w:rsidP="00413E5D"/>
    <w:p w14:paraId="38757FCF" w14:textId="77777777" w:rsidR="00413E5D" w:rsidRDefault="00413E5D" w:rsidP="00413E5D">
      <w:pPr>
        <w:pStyle w:val="Nadpis2"/>
        <w:spacing w:before="0"/>
      </w:pPr>
      <w:r>
        <w:t>1. Požadavek</w:t>
      </w:r>
    </w:p>
    <w:p w14:paraId="0EB4F5D4" w14:textId="440F27E1" w:rsidR="00413E5D" w:rsidRDefault="002C042B" w:rsidP="00894522">
      <w:pPr>
        <w:pStyle w:val="Odstavecseseznamem"/>
        <w:numPr>
          <w:ilvl w:val="0"/>
          <w:numId w:val="11"/>
        </w:numPr>
        <w:jc w:val="both"/>
      </w:pPr>
      <w:r w:rsidRPr="0008575D">
        <w:t xml:space="preserve">Základním požadavkem </w:t>
      </w:r>
      <w:r>
        <w:t>předmětu plnění je pořízení</w:t>
      </w:r>
      <w:r w:rsidRPr="0008575D">
        <w:t>:</w:t>
      </w:r>
      <w:r w:rsidR="00413E5D" w:rsidRPr="0008575D">
        <w:t xml:space="preserve"> </w:t>
      </w:r>
      <w:r w:rsidR="001E1DBE">
        <w:rPr>
          <w:b/>
        </w:rPr>
        <w:t>Mobilní</w:t>
      </w:r>
      <w:r w:rsidR="00894522" w:rsidRPr="00894522">
        <w:rPr>
          <w:b/>
        </w:rPr>
        <w:t xml:space="preserve"> </w:t>
      </w:r>
      <w:r w:rsidR="00E66FDC">
        <w:rPr>
          <w:b/>
        </w:rPr>
        <w:t xml:space="preserve">kapotovaný </w:t>
      </w:r>
      <w:r w:rsidR="00894522" w:rsidRPr="00894522">
        <w:rPr>
          <w:b/>
        </w:rPr>
        <w:t xml:space="preserve">náhradní proudový zdroj </w:t>
      </w:r>
      <w:r w:rsidR="000A2F37">
        <w:rPr>
          <w:b/>
        </w:rPr>
        <w:t>24</w:t>
      </w:r>
      <w:r w:rsidR="00894522" w:rsidRPr="00894522">
        <w:rPr>
          <w:b/>
        </w:rPr>
        <w:t xml:space="preserve">kVA </w:t>
      </w:r>
      <w:r w:rsidRPr="005055BA">
        <w:rPr>
          <w:bCs/>
        </w:rPr>
        <w:t>(dále jen „MG“).</w:t>
      </w:r>
    </w:p>
    <w:p w14:paraId="6213AF1F" w14:textId="1479B17E" w:rsidR="0046033E" w:rsidRPr="0081206E" w:rsidRDefault="0046033E" w:rsidP="00894522">
      <w:pPr>
        <w:pStyle w:val="Odstavecseseznamem"/>
        <w:numPr>
          <w:ilvl w:val="0"/>
          <w:numId w:val="11"/>
        </w:numPr>
        <w:jc w:val="both"/>
      </w:pPr>
      <w:r>
        <w:t xml:space="preserve">Součástí dodávky bude přívěs (podvozek), na kterém bude MG nainstalován a </w:t>
      </w:r>
      <w:r w:rsidR="0021229B">
        <w:t>s tím bud</w:t>
      </w:r>
      <w:r w:rsidR="002C042B">
        <w:t>o</w:t>
      </w:r>
      <w:r w:rsidR="0021229B">
        <w:t>u dodány všech</w:t>
      </w:r>
      <w:r>
        <w:t>ny dokumenty pro přihlášení k provozu na pozemních komunikacích</w:t>
      </w:r>
      <w:r w:rsidR="0021229B">
        <w:t xml:space="preserve"> a registru vozidel</w:t>
      </w:r>
      <w:r>
        <w:t>.</w:t>
      </w:r>
    </w:p>
    <w:p w14:paraId="06727756" w14:textId="725AC579" w:rsidR="00CD3E6B" w:rsidRPr="0081206E" w:rsidRDefault="00CD3E6B" w:rsidP="00413E5D">
      <w:pPr>
        <w:pStyle w:val="Odstavecseseznamem"/>
        <w:numPr>
          <w:ilvl w:val="0"/>
          <w:numId w:val="11"/>
        </w:numPr>
        <w:jc w:val="both"/>
      </w:pPr>
      <w:r w:rsidRPr="0081206E">
        <w:t>Nabízen</w:t>
      </w:r>
      <w:r w:rsidR="00894522">
        <w:t>ý</w:t>
      </w:r>
      <w:r w:rsidRPr="0081206E">
        <w:t xml:space="preserve"> (dodávan</w:t>
      </w:r>
      <w:r w:rsidR="00894522">
        <w:t>ý</w:t>
      </w:r>
      <w:r w:rsidRPr="0081206E">
        <w:t xml:space="preserve">) </w:t>
      </w:r>
      <w:r w:rsidR="00894522">
        <w:t>MG požaduje zadavatel zakázky nový</w:t>
      </w:r>
      <w:r w:rsidRPr="0081206E">
        <w:t xml:space="preserve"> a nepoužit</w:t>
      </w:r>
      <w:r w:rsidR="00894522">
        <w:t>ý. Nepřipouští se nabídka použitého</w:t>
      </w:r>
      <w:r w:rsidRPr="0081206E">
        <w:t>, případně „předvádě</w:t>
      </w:r>
      <w:r w:rsidR="00894522">
        <w:t>cího</w:t>
      </w:r>
      <w:r w:rsidRPr="0081206E">
        <w:t xml:space="preserve">“ </w:t>
      </w:r>
      <w:r w:rsidR="00894522">
        <w:t>MG</w:t>
      </w:r>
      <w:r w:rsidR="00372215" w:rsidRPr="0081206E">
        <w:t>.</w:t>
      </w:r>
    </w:p>
    <w:p w14:paraId="4F478062" w14:textId="1BF11A82" w:rsidR="005702D6" w:rsidRDefault="00413E5D" w:rsidP="005702D6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 w:rsidR="00F06D30">
        <w:rPr>
          <w:color w:val="00B0F0"/>
        </w:rPr>
        <w:t xml:space="preserve"> </w:t>
      </w:r>
      <w:r w:rsidR="00131D4F">
        <w:rPr>
          <w:color w:val="00B0F0"/>
        </w:rPr>
        <w:t>MG</w:t>
      </w:r>
    </w:p>
    <w:p w14:paraId="015FF8D6" w14:textId="2C1630C7" w:rsidR="002F52DB" w:rsidRPr="0086615B" w:rsidRDefault="001E1DBE" w:rsidP="00894522">
      <w:pPr>
        <w:ind w:left="426"/>
        <w:jc w:val="both"/>
      </w:pPr>
      <w:r>
        <w:rPr>
          <w:rFonts w:eastAsia="Times New Roman" w:cs="Times New Roman"/>
          <w:lang w:eastAsia="cs-CZ"/>
        </w:rPr>
        <w:t>Mobilní</w:t>
      </w:r>
      <w:r w:rsidR="00894522" w:rsidRPr="00894522">
        <w:rPr>
          <w:rFonts w:eastAsia="Times New Roman" w:cs="Times New Roman"/>
          <w:lang w:eastAsia="cs-CZ"/>
        </w:rPr>
        <w:t xml:space="preserve"> </w:t>
      </w:r>
      <w:r w:rsidR="00E66FDC">
        <w:rPr>
          <w:rFonts w:eastAsia="Times New Roman" w:cs="Times New Roman"/>
          <w:lang w:eastAsia="cs-CZ"/>
        </w:rPr>
        <w:t xml:space="preserve">kapotovaný </w:t>
      </w:r>
      <w:r w:rsidR="00894522" w:rsidRPr="00894522">
        <w:rPr>
          <w:rFonts w:eastAsia="Times New Roman" w:cs="Times New Roman"/>
          <w:lang w:eastAsia="cs-CZ"/>
        </w:rPr>
        <w:t xml:space="preserve">náhradní proudový zdroj </w:t>
      </w:r>
      <w:r w:rsidR="00FB21A1">
        <w:rPr>
          <w:rFonts w:eastAsia="Times New Roman" w:cs="Times New Roman"/>
          <w:lang w:eastAsia="cs-CZ"/>
        </w:rPr>
        <w:t>24</w:t>
      </w:r>
      <w:r w:rsidR="00894522" w:rsidRPr="00894522">
        <w:rPr>
          <w:rFonts w:eastAsia="Times New Roman" w:cs="Times New Roman"/>
          <w:lang w:eastAsia="cs-CZ"/>
        </w:rPr>
        <w:t>kVA (MG) je nákup MG o max. rozměrech šířky 1200</w:t>
      </w:r>
      <w:r w:rsidR="002C042B">
        <w:rPr>
          <w:rFonts w:eastAsia="Times New Roman" w:cs="Times New Roman"/>
          <w:lang w:eastAsia="cs-CZ"/>
        </w:rPr>
        <w:t xml:space="preserve"> </w:t>
      </w:r>
      <w:r w:rsidR="00894522" w:rsidRPr="00894522">
        <w:rPr>
          <w:rFonts w:eastAsia="Times New Roman" w:cs="Times New Roman"/>
          <w:lang w:eastAsia="cs-CZ"/>
        </w:rPr>
        <w:t>mm, délky 2800</w:t>
      </w:r>
      <w:r w:rsidR="002C042B">
        <w:rPr>
          <w:rFonts w:eastAsia="Times New Roman" w:cs="Times New Roman"/>
          <w:lang w:eastAsia="cs-CZ"/>
        </w:rPr>
        <w:t xml:space="preserve"> </w:t>
      </w:r>
      <w:r w:rsidR="00894522" w:rsidRPr="00894522">
        <w:rPr>
          <w:rFonts w:eastAsia="Times New Roman" w:cs="Times New Roman"/>
          <w:lang w:eastAsia="cs-CZ"/>
        </w:rPr>
        <w:t>mm, výšk</w:t>
      </w:r>
      <w:r w:rsidR="001E5F45">
        <w:rPr>
          <w:rFonts w:eastAsia="Times New Roman" w:cs="Times New Roman"/>
          <w:lang w:eastAsia="cs-CZ"/>
        </w:rPr>
        <w:t>y</w:t>
      </w:r>
      <w:r w:rsidR="00894522" w:rsidRPr="00894522">
        <w:rPr>
          <w:rFonts w:eastAsia="Times New Roman" w:cs="Times New Roman"/>
          <w:lang w:eastAsia="cs-CZ"/>
        </w:rPr>
        <w:t xml:space="preserve"> </w:t>
      </w:r>
      <w:r w:rsidR="0046033E">
        <w:rPr>
          <w:rFonts w:eastAsia="Times New Roman" w:cs="Times New Roman"/>
          <w:lang w:eastAsia="cs-CZ"/>
        </w:rPr>
        <w:t>20</w:t>
      </w:r>
      <w:r w:rsidR="00894522" w:rsidRPr="00894522">
        <w:rPr>
          <w:rFonts w:eastAsia="Times New Roman" w:cs="Times New Roman"/>
          <w:lang w:eastAsia="cs-CZ"/>
        </w:rPr>
        <w:t>00</w:t>
      </w:r>
      <w:r w:rsidR="002C042B">
        <w:rPr>
          <w:rFonts w:eastAsia="Times New Roman" w:cs="Times New Roman"/>
          <w:lang w:eastAsia="cs-CZ"/>
        </w:rPr>
        <w:t xml:space="preserve"> </w:t>
      </w:r>
      <w:r w:rsidR="00894522" w:rsidRPr="00894522">
        <w:rPr>
          <w:rFonts w:eastAsia="Times New Roman" w:cs="Times New Roman"/>
          <w:lang w:eastAsia="cs-CZ"/>
        </w:rPr>
        <w:t xml:space="preserve">mm a o hmotnosti do </w:t>
      </w:r>
      <w:r w:rsidR="00702E3D">
        <w:rPr>
          <w:rFonts w:eastAsia="Times New Roman" w:cs="Times New Roman"/>
          <w:lang w:eastAsia="cs-CZ"/>
        </w:rPr>
        <w:t>15</w:t>
      </w:r>
      <w:r w:rsidR="00894522" w:rsidRPr="00894522">
        <w:rPr>
          <w:rFonts w:eastAsia="Times New Roman" w:cs="Times New Roman"/>
          <w:lang w:eastAsia="cs-CZ"/>
        </w:rPr>
        <w:t>00</w:t>
      </w:r>
      <w:r w:rsidR="002C042B">
        <w:rPr>
          <w:rFonts w:eastAsia="Times New Roman" w:cs="Times New Roman"/>
          <w:lang w:eastAsia="cs-CZ"/>
        </w:rPr>
        <w:t xml:space="preserve"> </w:t>
      </w:r>
      <w:r w:rsidR="00894522" w:rsidRPr="00894522">
        <w:rPr>
          <w:rFonts w:eastAsia="Times New Roman" w:cs="Times New Roman"/>
          <w:lang w:eastAsia="cs-CZ"/>
        </w:rPr>
        <w:t xml:space="preserve">kg </w:t>
      </w:r>
      <w:r w:rsidR="0046033E">
        <w:rPr>
          <w:rFonts w:eastAsia="Times New Roman" w:cs="Times New Roman"/>
          <w:lang w:eastAsia="cs-CZ"/>
        </w:rPr>
        <w:t xml:space="preserve">včetně podvozku </w:t>
      </w:r>
      <w:r w:rsidR="00894522" w:rsidRPr="00894522">
        <w:rPr>
          <w:rFonts w:eastAsia="Times New Roman" w:cs="Times New Roman"/>
          <w:lang w:eastAsia="cs-CZ"/>
        </w:rPr>
        <w:t>pro venkovní</w:t>
      </w:r>
      <w:r w:rsidR="0046033E">
        <w:rPr>
          <w:rFonts w:eastAsia="Times New Roman" w:cs="Times New Roman"/>
          <w:lang w:eastAsia="cs-CZ"/>
        </w:rPr>
        <w:t xml:space="preserve"> </w:t>
      </w:r>
      <w:r w:rsidR="00894522" w:rsidRPr="00894522">
        <w:rPr>
          <w:rFonts w:eastAsia="Times New Roman" w:cs="Times New Roman"/>
          <w:lang w:eastAsia="cs-CZ"/>
        </w:rPr>
        <w:t xml:space="preserve">použití s vyšší mírou odhlučnění do max. </w:t>
      </w:r>
      <w:r w:rsidR="00131D4F">
        <w:rPr>
          <w:rFonts w:eastAsia="Times New Roman" w:cs="Times New Roman"/>
          <w:lang w:eastAsia="cs-CZ"/>
        </w:rPr>
        <w:t>68</w:t>
      </w:r>
      <w:r w:rsidR="002C042B">
        <w:rPr>
          <w:rFonts w:eastAsia="Times New Roman" w:cs="Times New Roman"/>
          <w:lang w:eastAsia="cs-CZ"/>
        </w:rPr>
        <w:t xml:space="preserve"> </w:t>
      </w:r>
      <w:r w:rsidR="00894522" w:rsidRPr="00894522">
        <w:rPr>
          <w:rFonts w:eastAsia="Times New Roman" w:cs="Times New Roman"/>
          <w:lang w:eastAsia="cs-CZ"/>
        </w:rPr>
        <w:t>dB v</w:t>
      </w:r>
      <w:r w:rsidR="002C042B">
        <w:rPr>
          <w:rFonts w:eastAsia="Times New Roman" w:cs="Times New Roman"/>
          <w:lang w:eastAsia="cs-CZ"/>
        </w:rPr>
        <w:t> </w:t>
      </w:r>
      <w:r w:rsidR="00894522" w:rsidRPr="00894522">
        <w:rPr>
          <w:rFonts w:eastAsia="Times New Roman" w:cs="Times New Roman"/>
          <w:lang w:eastAsia="cs-CZ"/>
        </w:rPr>
        <w:t>7</w:t>
      </w:r>
      <w:r w:rsidR="002C042B">
        <w:rPr>
          <w:rFonts w:eastAsia="Times New Roman" w:cs="Times New Roman"/>
          <w:lang w:eastAsia="cs-CZ"/>
        </w:rPr>
        <w:t xml:space="preserve"> </w:t>
      </w:r>
      <w:r w:rsidR="00894522" w:rsidRPr="00894522">
        <w:rPr>
          <w:rFonts w:eastAsia="Times New Roman" w:cs="Times New Roman"/>
          <w:lang w:eastAsia="cs-CZ"/>
        </w:rPr>
        <w:t>m.</w:t>
      </w:r>
    </w:p>
    <w:p w14:paraId="73C3DDB6" w14:textId="3BBC26FF" w:rsidR="005702D6" w:rsidRDefault="0008575D" w:rsidP="005702D6">
      <w:pPr>
        <w:pStyle w:val="Nadpis2"/>
        <w:spacing w:before="0"/>
      </w:pPr>
      <w:r>
        <w:t xml:space="preserve">3. Požadovaná dokumentace a </w:t>
      </w:r>
      <w:r w:rsidR="005702D6">
        <w:t>služby</w:t>
      </w:r>
      <w:r>
        <w:t xml:space="preserve"> po dobu záruční lhůty</w:t>
      </w:r>
    </w:p>
    <w:p w14:paraId="3C1D9683" w14:textId="10AF15E8" w:rsidR="005702D6" w:rsidRDefault="005702D6" w:rsidP="005702D6">
      <w:pPr>
        <w:pStyle w:val="Odstavecseseznamem"/>
        <w:numPr>
          <w:ilvl w:val="0"/>
          <w:numId w:val="12"/>
        </w:numPr>
      </w:pPr>
      <w:r>
        <w:t>Dodací list</w:t>
      </w:r>
      <w:r w:rsidR="00306842">
        <w:t xml:space="preserve"> a</w:t>
      </w:r>
      <w:r w:rsidR="001B1147">
        <w:t xml:space="preserve"> </w:t>
      </w:r>
      <w:r w:rsidR="000A290F">
        <w:t xml:space="preserve">záruční list </w:t>
      </w:r>
    </w:p>
    <w:p w14:paraId="5624021F" w14:textId="37D11295" w:rsidR="005702D6" w:rsidRDefault="005702D6" w:rsidP="005702D6">
      <w:pPr>
        <w:pStyle w:val="Odstavecseseznamem"/>
        <w:numPr>
          <w:ilvl w:val="0"/>
          <w:numId w:val="12"/>
        </w:numPr>
      </w:pPr>
      <w:r>
        <w:t>Návod k</w:t>
      </w:r>
      <w:r w:rsidR="00306842">
        <w:t> použití,</w:t>
      </w:r>
      <w:r w:rsidR="001B1147">
        <w:t xml:space="preserve"> údržbě a</w:t>
      </w:r>
      <w:r w:rsidR="000A290F">
        <w:t xml:space="preserve"> obsluze</w:t>
      </w:r>
      <w:r w:rsidR="00131D4F">
        <w:t xml:space="preserve"> </w:t>
      </w:r>
      <w:r w:rsidR="00D6071C">
        <w:t>v českém jazyce</w:t>
      </w:r>
    </w:p>
    <w:p w14:paraId="7AD1B02F" w14:textId="77777777" w:rsidR="00C652E6" w:rsidRPr="00CD620A" w:rsidRDefault="00C652E6" w:rsidP="00C652E6">
      <w:pPr>
        <w:pStyle w:val="Odstavecseseznamem"/>
        <w:numPr>
          <w:ilvl w:val="0"/>
          <w:numId w:val="12"/>
        </w:numPr>
      </w:pPr>
      <w:r w:rsidRPr="00CD620A">
        <w:t xml:space="preserve">Prohlášení o shodě </w:t>
      </w:r>
    </w:p>
    <w:p w14:paraId="3E7233A2" w14:textId="18E01A5D" w:rsidR="005702D6" w:rsidRPr="00C652E6" w:rsidRDefault="00C652E6" w:rsidP="00C652E6">
      <w:pPr>
        <w:pStyle w:val="Odstavecseseznamem"/>
        <w:numPr>
          <w:ilvl w:val="0"/>
          <w:numId w:val="12"/>
        </w:numPr>
      </w:pPr>
      <w:r w:rsidRPr="00CD620A">
        <w:t>Platný doklad o revizi el.zařízení (revizní zpráva)</w:t>
      </w:r>
    </w:p>
    <w:p w14:paraId="479409CA" w14:textId="681776F5" w:rsidR="0021229B" w:rsidRDefault="0021229B" w:rsidP="005702D6">
      <w:pPr>
        <w:pStyle w:val="Odstavecseseznamem"/>
        <w:numPr>
          <w:ilvl w:val="0"/>
          <w:numId w:val="12"/>
        </w:numPr>
      </w:pPr>
      <w:r>
        <w:t>Dokumenty pro přihlášení do registru vozidel</w:t>
      </w:r>
    </w:p>
    <w:p w14:paraId="53DCF75C" w14:textId="26E6B354" w:rsidR="002F52DB" w:rsidRPr="002F52DB" w:rsidRDefault="002F52DB" w:rsidP="002F52DB">
      <w:pPr>
        <w:pStyle w:val="Nadpis2"/>
      </w:pPr>
      <w:r>
        <w:t>4. Technická specifikace</w:t>
      </w:r>
      <w:r w:rsidR="001E5F45">
        <w:t xml:space="preserve"> </w:t>
      </w:r>
      <w:bookmarkStart w:id="0" w:name="_Hlk166080709"/>
      <w:r w:rsidR="001E5F45">
        <w:t>(minimální technické požadavky)</w:t>
      </w:r>
      <w:bookmarkEnd w:id="0"/>
    </w:p>
    <w:p w14:paraId="3DA57D8C" w14:textId="77777777" w:rsidR="002C042B" w:rsidRPr="00CA5F80" w:rsidRDefault="002C042B" w:rsidP="002C042B">
      <w:pPr>
        <w:pStyle w:val="Style5"/>
        <w:spacing w:before="120" w:line="240" w:lineRule="auto"/>
        <w:ind w:left="426"/>
        <w:rPr>
          <w:rFonts w:asciiTheme="minorHAnsi" w:hAnsiTheme="minorHAnsi" w:cs="Times New Roman"/>
          <w:b/>
          <w:bCs/>
          <w:sz w:val="18"/>
          <w:szCs w:val="18"/>
        </w:rPr>
      </w:pPr>
      <w:bookmarkStart w:id="1" w:name="_Hlk166080501"/>
      <w:r w:rsidRPr="00CA5F80">
        <w:rPr>
          <w:rFonts w:asciiTheme="minorHAnsi" w:hAnsiTheme="minorHAnsi" w:cs="Times New Roman"/>
          <w:b/>
          <w:bCs/>
          <w:sz w:val="18"/>
          <w:szCs w:val="18"/>
        </w:rPr>
        <w:t>MG a jeho hlavní součásti:</w:t>
      </w:r>
    </w:p>
    <w:bookmarkEnd w:id="1"/>
    <w:p w14:paraId="57A2390D" w14:textId="77777777" w:rsidR="002C042B" w:rsidRDefault="00894522" w:rsidP="00894522">
      <w:pPr>
        <w:pStyle w:val="Style5"/>
        <w:spacing w:before="120"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 xml:space="preserve">- naftový motor vodou chlazený s přirozeným sáním, </w:t>
      </w:r>
    </w:p>
    <w:p w14:paraId="7F7A7F64" w14:textId="77777777" w:rsidR="002C042B" w:rsidRDefault="002C042B" w:rsidP="00894522">
      <w:pPr>
        <w:pStyle w:val="Style5"/>
        <w:spacing w:before="120" w:line="240" w:lineRule="auto"/>
        <w:ind w:left="426"/>
        <w:rPr>
          <w:rFonts w:asciiTheme="minorHAnsi" w:hAnsiTheme="minorHAnsi" w:cs="Times New Roman"/>
          <w:sz w:val="18"/>
          <w:szCs w:val="18"/>
        </w:rPr>
      </w:pPr>
      <w:r>
        <w:rPr>
          <w:rFonts w:asciiTheme="minorHAnsi" w:hAnsiTheme="minorHAnsi" w:cs="Times New Roman"/>
          <w:sz w:val="18"/>
          <w:szCs w:val="18"/>
        </w:rPr>
        <w:t xml:space="preserve">- </w:t>
      </w:r>
      <w:r w:rsidR="00894522" w:rsidRPr="00CA5F80">
        <w:rPr>
          <w:rFonts w:asciiTheme="minorHAnsi" w:hAnsiTheme="minorHAnsi" w:cs="Times New Roman"/>
          <w:sz w:val="18"/>
          <w:szCs w:val="18"/>
        </w:rPr>
        <w:t xml:space="preserve">generátor </w:t>
      </w:r>
      <w:r w:rsidR="00331D9C" w:rsidRPr="00CA5F80">
        <w:rPr>
          <w:rFonts w:asciiTheme="minorHAnsi" w:hAnsiTheme="minorHAnsi" w:cs="Times New Roman"/>
          <w:sz w:val="18"/>
          <w:szCs w:val="18"/>
        </w:rPr>
        <w:t>5</w:t>
      </w:r>
      <w:r w:rsidR="00894522" w:rsidRPr="00CA5F80">
        <w:rPr>
          <w:rFonts w:asciiTheme="minorHAnsi" w:hAnsiTheme="minorHAnsi" w:cs="Times New Roman"/>
          <w:sz w:val="18"/>
          <w:szCs w:val="18"/>
        </w:rPr>
        <w:t>0Hz a s účiníkem min. 0,8,</w:t>
      </w:r>
      <w:r w:rsidR="00894522" w:rsidRPr="00894522">
        <w:rPr>
          <w:rFonts w:asciiTheme="minorHAnsi" w:hAnsiTheme="minorHAnsi" w:cs="Times New Roman"/>
          <w:sz w:val="18"/>
          <w:szCs w:val="18"/>
        </w:rPr>
        <w:t xml:space="preserve"> </w:t>
      </w:r>
    </w:p>
    <w:p w14:paraId="14C208D6" w14:textId="77777777" w:rsidR="002C042B" w:rsidRDefault="002C042B" w:rsidP="00894522">
      <w:pPr>
        <w:pStyle w:val="Style5"/>
        <w:spacing w:before="120" w:line="240" w:lineRule="auto"/>
        <w:ind w:left="426"/>
        <w:rPr>
          <w:rFonts w:asciiTheme="minorHAnsi" w:hAnsiTheme="minorHAnsi" w:cs="Times New Roman"/>
          <w:sz w:val="18"/>
          <w:szCs w:val="18"/>
        </w:rPr>
      </w:pPr>
      <w:r>
        <w:rPr>
          <w:rFonts w:asciiTheme="minorHAnsi" w:hAnsiTheme="minorHAnsi" w:cs="Times New Roman"/>
          <w:sz w:val="18"/>
          <w:szCs w:val="18"/>
        </w:rPr>
        <w:t xml:space="preserve">- </w:t>
      </w:r>
      <w:r w:rsidR="00894522" w:rsidRPr="00894522">
        <w:rPr>
          <w:rFonts w:asciiTheme="minorHAnsi" w:hAnsiTheme="minorHAnsi" w:cs="Times New Roman"/>
          <w:sz w:val="18"/>
          <w:szCs w:val="18"/>
        </w:rPr>
        <w:t xml:space="preserve">rozvaděč </w:t>
      </w:r>
      <w:r w:rsidR="0021229B">
        <w:rPr>
          <w:rFonts w:asciiTheme="minorHAnsi" w:hAnsiTheme="minorHAnsi" w:cs="Times New Roman"/>
          <w:sz w:val="18"/>
          <w:szCs w:val="18"/>
        </w:rPr>
        <w:t xml:space="preserve">pro </w:t>
      </w:r>
      <w:r w:rsidR="00894522" w:rsidRPr="00894522">
        <w:rPr>
          <w:rFonts w:asciiTheme="minorHAnsi" w:hAnsiTheme="minorHAnsi" w:cs="Times New Roman"/>
          <w:sz w:val="18"/>
          <w:szCs w:val="18"/>
        </w:rPr>
        <w:t>ří</w:t>
      </w:r>
      <w:r w:rsidR="0021229B">
        <w:rPr>
          <w:rFonts w:asciiTheme="minorHAnsi" w:hAnsiTheme="minorHAnsi" w:cs="Times New Roman"/>
          <w:sz w:val="18"/>
          <w:szCs w:val="18"/>
        </w:rPr>
        <w:t>zení startu se z</w:t>
      </w:r>
      <w:r w:rsidR="0021229B" w:rsidRPr="00894522">
        <w:rPr>
          <w:rFonts w:asciiTheme="minorHAnsi" w:hAnsiTheme="minorHAnsi" w:cs="Times New Roman"/>
          <w:sz w:val="18"/>
          <w:szCs w:val="18"/>
        </w:rPr>
        <w:t>ákladní</w:t>
      </w:r>
      <w:r w:rsidR="0021229B">
        <w:rPr>
          <w:rFonts w:asciiTheme="minorHAnsi" w:hAnsiTheme="minorHAnsi" w:cs="Times New Roman"/>
          <w:sz w:val="18"/>
          <w:szCs w:val="18"/>
        </w:rPr>
        <w:t xml:space="preserve">mi informacemi </w:t>
      </w:r>
      <w:r w:rsidR="00894522" w:rsidRPr="00894522">
        <w:rPr>
          <w:rFonts w:asciiTheme="minorHAnsi" w:hAnsiTheme="minorHAnsi" w:cs="Times New Roman"/>
          <w:sz w:val="18"/>
          <w:szCs w:val="18"/>
        </w:rPr>
        <w:t>o stavu MG</w:t>
      </w:r>
      <w:r>
        <w:rPr>
          <w:rFonts w:asciiTheme="minorHAnsi" w:hAnsiTheme="minorHAnsi" w:cs="Times New Roman"/>
          <w:sz w:val="18"/>
          <w:szCs w:val="18"/>
        </w:rPr>
        <w:t xml:space="preserve">, </w:t>
      </w:r>
    </w:p>
    <w:p w14:paraId="0C25BCC5" w14:textId="77777777" w:rsidR="002C042B" w:rsidRDefault="002C042B" w:rsidP="00894522">
      <w:pPr>
        <w:pStyle w:val="Style5"/>
        <w:spacing w:before="120" w:line="240" w:lineRule="auto"/>
        <w:ind w:left="426"/>
        <w:rPr>
          <w:rFonts w:asciiTheme="minorHAnsi" w:hAnsiTheme="minorHAnsi" w:cs="Times New Roman"/>
          <w:sz w:val="18"/>
          <w:szCs w:val="18"/>
        </w:rPr>
      </w:pPr>
      <w:r>
        <w:rPr>
          <w:rFonts w:asciiTheme="minorHAnsi" w:hAnsiTheme="minorHAnsi" w:cs="Times New Roman"/>
          <w:sz w:val="18"/>
          <w:szCs w:val="18"/>
        </w:rPr>
        <w:t>- c</w:t>
      </w:r>
      <w:r w:rsidR="00894522" w:rsidRPr="00894522">
        <w:rPr>
          <w:rFonts w:asciiTheme="minorHAnsi" w:hAnsiTheme="minorHAnsi" w:cs="Times New Roman"/>
          <w:sz w:val="18"/>
          <w:szCs w:val="18"/>
        </w:rPr>
        <w:t>elé soustrojí bude kapotované</w:t>
      </w:r>
      <w:r>
        <w:rPr>
          <w:rFonts w:asciiTheme="minorHAnsi" w:hAnsiTheme="minorHAnsi" w:cs="Times New Roman"/>
          <w:sz w:val="18"/>
          <w:szCs w:val="18"/>
        </w:rPr>
        <w:t>,</w:t>
      </w:r>
      <w:r w:rsidR="00894522" w:rsidRPr="00894522">
        <w:rPr>
          <w:rFonts w:asciiTheme="minorHAnsi" w:hAnsiTheme="minorHAnsi" w:cs="Times New Roman"/>
          <w:sz w:val="18"/>
          <w:szCs w:val="18"/>
        </w:rPr>
        <w:t xml:space="preserve"> a tím i navíc odhlučněné</w:t>
      </w:r>
      <w:r w:rsidR="00894522">
        <w:rPr>
          <w:rFonts w:asciiTheme="minorHAnsi" w:hAnsiTheme="minorHAnsi" w:cs="Times New Roman"/>
          <w:sz w:val="18"/>
          <w:szCs w:val="18"/>
        </w:rPr>
        <w:t xml:space="preserve"> pro venkovní použití</w:t>
      </w:r>
      <w:r>
        <w:rPr>
          <w:rFonts w:asciiTheme="minorHAnsi" w:hAnsiTheme="minorHAnsi" w:cs="Times New Roman"/>
          <w:sz w:val="18"/>
          <w:szCs w:val="18"/>
        </w:rPr>
        <w:t xml:space="preserve">, </w:t>
      </w:r>
    </w:p>
    <w:p w14:paraId="3DFF67A2" w14:textId="10C19B11" w:rsidR="00894522" w:rsidRDefault="002C042B" w:rsidP="00894522">
      <w:pPr>
        <w:pStyle w:val="Style5"/>
        <w:spacing w:before="120" w:line="240" w:lineRule="auto"/>
        <w:ind w:left="426"/>
        <w:rPr>
          <w:rFonts w:asciiTheme="minorHAnsi" w:hAnsiTheme="minorHAnsi" w:cs="Times New Roman"/>
          <w:sz w:val="18"/>
          <w:szCs w:val="18"/>
        </w:rPr>
      </w:pPr>
      <w:r>
        <w:rPr>
          <w:rFonts w:asciiTheme="minorHAnsi" w:hAnsiTheme="minorHAnsi" w:cs="Times New Roman"/>
          <w:sz w:val="18"/>
          <w:szCs w:val="18"/>
        </w:rPr>
        <w:t>- součástí MG musí být</w:t>
      </w:r>
      <w:r w:rsidR="00440475">
        <w:rPr>
          <w:rFonts w:asciiTheme="minorHAnsi" w:hAnsiTheme="minorHAnsi" w:cs="Times New Roman"/>
          <w:sz w:val="18"/>
          <w:szCs w:val="18"/>
        </w:rPr>
        <w:t xml:space="preserve"> přípojk</w:t>
      </w:r>
      <w:r>
        <w:rPr>
          <w:rFonts w:asciiTheme="minorHAnsi" w:hAnsiTheme="minorHAnsi" w:cs="Times New Roman"/>
          <w:sz w:val="18"/>
          <w:szCs w:val="18"/>
        </w:rPr>
        <w:t>a</w:t>
      </w:r>
      <w:r w:rsidR="00440475">
        <w:rPr>
          <w:rFonts w:asciiTheme="minorHAnsi" w:hAnsiTheme="minorHAnsi" w:cs="Times New Roman"/>
          <w:sz w:val="18"/>
          <w:szCs w:val="18"/>
        </w:rPr>
        <w:t xml:space="preserve"> pro pohotovostní uskladnění s předehřevem motoru a dobíjením akumulátoru. </w:t>
      </w:r>
    </w:p>
    <w:p w14:paraId="3544E6A4" w14:textId="45AFA14D" w:rsidR="0021229B" w:rsidRPr="00894522" w:rsidRDefault="002C042B" w:rsidP="002C042B">
      <w:pPr>
        <w:pStyle w:val="Style5"/>
        <w:spacing w:before="120" w:after="120" w:line="240" w:lineRule="auto"/>
        <w:ind w:left="425"/>
        <w:rPr>
          <w:rFonts w:asciiTheme="minorHAnsi" w:hAnsiTheme="minorHAnsi" w:cs="Times New Roman"/>
          <w:sz w:val="18"/>
          <w:szCs w:val="18"/>
        </w:rPr>
      </w:pPr>
      <w:r>
        <w:rPr>
          <w:rFonts w:asciiTheme="minorHAnsi" w:hAnsiTheme="minorHAnsi" w:cs="Times New Roman"/>
          <w:sz w:val="18"/>
          <w:szCs w:val="18"/>
        </w:rPr>
        <w:t>Technické parametry:</w:t>
      </w:r>
    </w:p>
    <w:p w14:paraId="56DB8A30" w14:textId="44D1F38C" w:rsidR="00894522" w:rsidRPr="00894522" w:rsidRDefault="00894522" w:rsidP="00894522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>Napěťová soustava</w:t>
      </w:r>
      <w:r w:rsidRPr="00894522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bookmarkStart w:id="2" w:name="_Hlk161257644"/>
      <w:r w:rsidRPr="00894522">
        <w:rPr>
          <w:rFonts w:asciiTheme="minorHAnsi" w:hAnsiTheme="minorHAnsi" w:cs="Times New Roman"/>
          <w:b/>
          <w:sz w:val="18"/>
          <w:szCs w:val="18"/>
        </w:rPr>
        <w:t>3NPE 400/230V  50 Hz TN-C</w:t>
      </w:r>
      <w:r w:rsidR="00131D4F">
        <w:rPr>
          <w:rFonts w:asciiTheme="minorHAnsi" w:hAnsiTheme="minorHAnsi" w:cs="Times New Roman"/>
          <w:b/>
          <w:sz w:val="18"/>
          <w:szCs w:val="18"/>
        </w:rPr>
        <w:t>-S</w:t>
      </w:r>
      <w:r w:rsidRPr="00894522">
        <w:rPr>
          <w:rFonts w:asciiTheme="minorHAnsi" w:hAnsiTheme="minorHAnsi" w:cs="Times New Roman"/>
          <w:b/>
          <w:sz w:val="18"/>
          <w:szCs w:val="18"/>
        </w:rPr>
        <w:t xml:space="preserve"> </w:t>
      </w:r>
      <w:bookmarkEnd w:id="2"/>
    </w:p>
    <w:p w14:paraId="28796C02" w14:textId="34443A4E" w:rsidR="00894522" w:rsidRPr="00894522" w:rsidRDefault="00894522" w:rsidP="00894522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 xml:space="preserve">Provozní napětí </w:t>
      </w:r>
      <w:r w:rsidRPr="00894522">
        <w:rPr>
          <w:rFonts w:asciiTheme="minorHAnsi" w:hAnsiTheme="minorHAnsi" w:cs="Times New Roman"/>
          <w:sz w:val="18"/>
          <w:szCs w:val="18"/>
        </w:rPr>
        <w:tab/>
      </w:r>
      <w:r w:rsidR="00B96CEB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B96CEB">
        <w:rPr>
          <w:rFonts w:asciiTheme="minorHAnsi" w:hAnsiTheme="minorHAnsi" w:cs="Times New Roman"/>
          <w:b/>
          <w:sz w:val="18"/>
          <w:szCs w:val="18"/>
        </w:rPr>
        <w:t>400</w:t>
      </w:r>
      <w:r w:rsidRPr="00894522">
        <w:rPr>
          <w:rFonts w:asciiTheme="minorHAnsi" w:hAnsiTheme="minorHAnsi" w:cs="Times New Roman"/>
          <w:b/>
          <w:sz w:val="18"/>
          <w:szCs w:val="18"/>
        </w:rPr>
        <w:t>/230V, AC</w:t>
      </w:r>
    </w:p>
    <w:p w14:paraId="5531608B" w14:textId="1DF2A3A1" w:rsidR="00894522" w:rsidRPr="00894522" w:rsidRDefault="00894522" w:rsidP="00894522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 xml:space="preserve">Ovládací napětí </w:t>
      </w:r>
      <w:r w:rsidR="00B96CEB">
        <w:rPr>
          <w:rFonts w:asciiTheme="minorHAnsi" w:hAnsiTheme="minorHAnsi" w:cs="Times New Roman"/>
          <w:sz w:val="18"/>
          <w:szCs w:val="18"/>
        </w:rPr>
        <w:tab/>
      </w:r>
      <w:r w:rsidR="00B96CEB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B96CEB" w:rsidRPr="00B96CEB">
        <w:rPr>
          <w:rFonts w:asciiTheme="minorHAnsi" w:hAnsiTheme="minorHAnsi" w:cs="Times New Roman"/>
          <w:b/>
          <w:sz w:val="18"/>
          <w:szCs w:val="18"/>
        </w:rPr>
        <w:t>230V, AC</w:t>
      </w:r>
      <w:r w:rsidR="00B96CEB" w:rsidRPr="00894522">
        <w:rPr>
          <w:rFonts w:asciiTheme="minorHAnsi" w:hAnsiTheme="minorHAnsi" w:cs="Times New Roman"/>
          <w:sz w:val="18"/>
          <w:szCs w:val="18"/>
        </w:rPr>
        <w:t xml:space="preserve">   </w:t>
      </w:r>
    </w:p>
    <w:p w14:paraId="625189D6" w14:textId="734DCB52" w:rsidR="00894522" w:rsidRPr="00894522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 xml:space="preserve">Startovací </w:t>
      </w:r>
      <w:r w:rsidR="00131D4F">
        <w:rPr>
          <w:rFonts w:asciiTheme="minorHAnsi" w:hAnsiTheme="minorHAnsi" w:cs="Times New Roman"/>
          <w:sz w:val="18"/>
          <w:szCs w:val="18"/>
        </w:rPr>
        <w:t>napětí</w:t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B96CEB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B96CEB" w:rsidRPr="00B96CEB">
        <w:rPr>
          <w:rFonts w:asciiTheme="minorHAnsi" w:hAnsiTheme="minorHAnsi" w:cs="Times New Roman"/>
          <w:b/>
          <w:sz w:val="18"/>
          <w:szCs w:val="18"/>
        </w:rPr>
        <w:t>12V, DC</w:t>
      </w:r>
    </w:p>
    <w:p w14:paraId="162C6F73" w14:textId="22388C0D" w:rsidR="00B96CEB" w:rsidRPr="00894522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>Provozní kapaliny</w:t>
      </w:r>
      <w:r w:rsidRPr="00894522">
        <w:rPr>
          <w:rFonts w:asciiTheme="minorHAnsi" w:hAnsiTheme="minorHAnsi" w:cs="Times New Roman"/>
          <w:sz w:val="18"/>
          <w:szCs w:val="18"/>
        </w:rPr>
        <w:tab/>
      </w:r>
      <w:r w:rsidR="00B96CEB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FB21A1">
        <w:rPr>
          <w:rFonts w:asciiTheme="minorHAnsi" w:hAnsiTheme="minorHAnsi" w:cs="Times New Roman"/>
          <w:b/>
          <w:bCs/>
          <w:sz w:val="18"/>
          <w:szCs w:val="18"/>
        </w:rPr>
        <w:t>90</w:t>
      </w:r>
      <w:r w:rsidR="00B96CEB" w:rsidRPr="00131D4F">
        <w:rPr>
          <w:rFonts w:asciiTheme="minorHAnsi" w:hAnsiTheme="minorHAnsi" w:cs="Times New Roman"/>
          <w:b/>
          <w:bCs/>
          <w:sz w:val="18"/>
          <w:szCs w:val="18"/>
        </w:rPr>
        <w:t xml:space="preserve"> litrů</w:t>
      </w:r>
      <w:r w:rsidR="00B96CEB" w:rsidRPr="00B96CEB">
        <w:rPr>
          <w:rFonts w:asciiTheme="minorHAnsi" w:hAnsiTheme="minorHAnsi" w:cs="Times New Roman"/>
          <w:b/>
          <w:sz w:val="18"/>
          <w:szCs w:val="18"/>
        </w:rPr>
        <w:t>/ min. na 8 hodin provozu</w:t>
      </w:r>
    </w:p>
    <w:p w14:paraId="2C95C51F" w14:textId="77777777" w:rsidR="00CA5F80" w:rsidRDefault="00CA5F80" w:rsidP="00894522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</w:p>
    <w:p w14:paraId="1547D8CC" w14:textId="77777777" w:rsidR="00CA5F80" w:rsidRDefault="00CA5F80" w:rsidP="00CA5F80">
      <w:pPr>
        <w:pStyle w:val="Style5"/>
        <w:spacing w:after="120" w:line="240" w:lineRule="auto"/>
        <w:ind w:left="425"/>
        <w:rPr>
          <w:rFonts w:asciiTheme="minorHAnsi" w:hAnsiTheme="minorHAnsi" w:cs="Times New Roman"/>
          <w:sz w:val="18"/>
          <w:szCs w:val="18"/>
        </w:rPr>
      </w:pPr>
    </w:p>
    <w:p w14:paraId="2D3E82A4" w14:textId="14C2EE97" w:rsidR="00894522" w:rsidRPr="00894522" w:rsidRDefault="00894522" w:rsidP="00CA5F80">
      <w:pPr>
        <w:pStyle w:val="Style5"/>
        <w:spacing w:after="120" w:line="240" w:lineRule="auto"/>
        <w:ind w:left="425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lastRenderedPageBreak/>
        <w:t>Ochrana před nebezp. dotykem neživých částí</w:t>
      </w:r>
      <w:r w:rsidR="00B96CEB">
        <w:rPr>
          <w:rFonts w:asciiTheme="minorHAnsi" w:hAnsiTheme="minorHAnsi" w:cs="Times New Roman"/>
          <w:sz w:val="18"/>
          <w:szCs w:val="18"/>
        </w:rPr>
        <w:t>:</w:t>
      </w:r>
    </w:p>
    <w:p w14:paraId="7581B471" w14:textId="34510130" w:rsidR="00894522" w:rsidRPr="00B96CEB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b/>
          <w:sz w:val="18"/>
          <w:szCs w:val="18"/>
        </w:rPr>
      </w:pPr>
      <w:r w:rsidRPr="00B96CEB">
        <w:rPr>
          <w:rFonts w:asciiTheme="minorHAnsi" w:hAnsiTheme="minorHAnsi" w:cs="Times New Roman"/>
          <w:b/>
          <w:sz w:val="18"/>
          <w:szCs w:val="18"/>
        </w:rPr>
        <w:t>základní  - automatickým odpojením od zdroje</w:t>
      </w:r>
    </w:p>
    <w:p w14:paraId="0BF43F8D" w14:textId="06A25443" w:rsidR="00894522" w:rsidRPr="00B96CEB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b/>
          <w:sz w:val="18"/>
          <w:szCs w:val="18"/>
        </w:rPr>
      </w:pPr>
      <w:r w:rsidRPr="00B96CEB">
        <w:rPr>
          <w:rFonts w:asciiTheme="minorHAnsi" w:hAnsiTheme="minorHAnsi" w:cs="Times New Roman"/>
          <w:b/>
          <w:sz w:val="18"/>
          <w:szCs w:val="18"/>
        </w:rPr>
        <w:t>zvýšená – ochra</w:t>
      </w:r>
      <w:r w:rsidR="00B96CEB">
        <w:rPr>
          <w:rFonts w:asciiTheme="minorHAnsi" w:hAnsiTheme="minorHAnsi" w:cs="Times New Roman"/>
          <w:b/>
          <w:sz w:val="18"/>
          <w:szCs w:val="18"/>
        </w:rPr>
        <w:t xml:space="preserve">nným pospojováním, v místnosti </w:t>
      </w:r>
      <w:r w:rsidR="00131D4F">
        <w:rPr>
          <w:rFonts w:asciiTheme="minorHAnsi" w:hAnsiTheme="minorHAnsi" w:cs="Times New Roman"/>
          <w:b/>
          <w:sz w:val="18"/>
          <w:szCs w:val="18"/>
        </w:rPr>
        <w:t>MG</w:t>
      </w:r>
    </w:p>
    <w:p w14:paraId="015A362F" w14:textId="762AC34D" w:rsidR="00B96CEB" w:rsidRPr="00894522" w:rsidRDefault="00B96CEB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B96CEB">
        <w:rPr>
          <w:rFonts w:asciiTheme="minorHAnsi" w:hAnsiTheme="minorHAnsi" w:cs="Times New Roman"/>
          <w:sz w:val="18"/>
          <w:szCs w:val="18"/>
        </w:rPr>
        <w:t>Základní výkon motorgenerátoru</w:t>
      </w:r>
      <w:r w:rsidR="00131D4F">
        <w:rPr>
          <w:rFonts w:asciiTheme="minorHAnsi" w:hAnsiTheme="minorHAnsi" w:cs="Times New Roman"/>
          <w:sz w:val="18"/>
          <w:szCs w:val="18"/>
        </w:rPr>
        <w:t xml:space="preserve"> min.</w:t>
      </w:r>
      <w:r>
        <w:rPr>
          <w:rFonts w:asciiTheme="minorHAnsi" w:hAnsiTheme="minorHAnsi" w:cs="Times New Roman"/>
          <w:sz w:val="18"/>
          <w:szCs w:val="18"/>
        </w:rPr>
        <w:tab/>
      </w:r>
      <w:r w:rsidR="00FB21A1">
        <w:rPr>
          <w:rFonts w:asciiTheme="minorHAnsi" w:hAnsiTheme="minorHAnsi" w:cs="Times New Roman"/>
          <w:b/>
          <w:bCs/>
          <w:sz w:val="18"/>
          <w:szCs w:val="18"/>
        </w:rPr>
        <w:t>24</w:t>
      </w:r>
      <w:r w:rsidRPr="00131D4F">
        <w:rPr>
          <w:rFonts w:asciiTheme="minorHAnsi" w:hAnsiTheme="minorHAnsi" w:cs="Times New Roman"/>
          <w:b/>
          <w:bCs/>
          <w:sz w:val="18"/>
          <w:szCs w:val="18"/>
        </w:rPr>
        <w:t xml:space="preserve"> kVA</w:t>
      </w:r>
      <w:r w:rsidRPr="00B96CEB">
        <w:rPr>
          <w:rFonts w:asciiTheme="minorHAnsi" w:hAnsiTheme="minorHAnsi" w:cs="Times New Roman"/>
          <w:b/>
          <w:sz w:val="18"/>
          <w:szCs w:val="18"/>
        </w:rPr>
        <w:t>/</w:t>
      </w:r>
      <w:r w:rsidR="00FB21A1">
        <w:rPr>
          <w:rFonts w:asciiTheme="minorHAnsi" w:hAnsiTheme="minorHAnsi" w:cs="Times New Roman"/>
          <w:b/>
          <w:sz w:val="18"/>
          <w:szCs w:val="18"/>
        </w:rPr>
        <w:t>2</w:t>
      </w:r>
      <w:r w:rsidR="0021229B">
        <w:rPr>
          <w:rFonts w:asciiTheme="minorHAnsi" w:hAnsiTheme="minorHAnsi" w:cs="Times New Roman"/>
          <w:b/>
          <w:sz w:val="18"/>
          <w:szCs w:val="18"/>
        </w:rPr>
        <w:t>0</w:t>
      </w:r>
      <w:r w:rsidRPr="00B96CEB">
        <w:rPr>
          <w:rFonts w:asciiTheme="minorHAnsi" w:hAnsiTheme="minorHAnsi" w:cs="Times New Roman"/>
          <w:b/>
          <w:sz w:val="18"/>
          <w:szCs w:val="18"/>
        </w:rPr>
        <w:t xml:space="preserve"> kW</w:t>
      </w:r>
    </w:p>
    <w:p w14:paraId="3A2A3E8B" w14:textId="66288BC0" w:rsidR="00894522" w:rsidRPr="00894522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>Jmenovitý proud</w:t>
      </w:r>
      <w:r w:rsidR="00B96CEB">
        <w:rPr>
          <w:rFonts w:asciiTheme="minorHAnsi" w:hAnsiTheme="minorHAnsi" w:cs="Times New Roman"/>
          <w:sz w:val="18"/>
          <w:szCs w:val="18"/>
        </w:rPr>
        <w:tab/>
      </w:r>
      <w:r w:rsidR="00B96CEB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FB21A1">
        <w:rPr>
          <w:rFonts w:asciiTheme="minorHAnsi" w:hAnsiTheme="minorHAnsi" w:cs="Times New Roman"/>
          <w:sz w:val="18"/>
          <w:szCs w:val="18"/>
        </w:rPr>
        <w:tab/>
      </w:r>
      <w:r w:rsidR="00702E3D" w:rsidRPr="00702E3D">
        <w:rPr>
          <w:rFonts w:asciiTheme="minorHAnsi" w:hAnsiTheme="minorHAnsi" w:cs="Times New Roman"/>
          <w:b/>
          <w:bCs/>
          <w:sz w:val="18"/>
          <w:szCs w:val="18"/>
        </w:rPr>
        <w:t>32</w:t>
      </w:r>
      <w:r w:rsidR="00B96CEB" w:rsidRPr="00702E3D">
        <w:rPr>
          <w:rFonts w:asciiTheme="minorHAnsi" w:hAnsiTheme="minorHAnsi" w:cs="Times New Roman"/>
          <w:b/>
          <w:bCs/>
          <w:sz w:val="18"/>
          <w:szCs w:val="18"/>
        </w:rPr>
        <w:t xml:space="preserve"> A</w:t>
      </w:r>
    </w:p>
    <w:p w14:paraId="7B149071" w14:textId="6E4933D2" w:rsidR="00B96CEB" w:rsidRPr="00894522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>Hlučnost</w:t>
      </w:r>
      <w:r w:rsidR="00B96CEB" w:rsidRPr="00B96CEB">
        <w:rPr>
          <w:rFonts w:asciiTheme="minorHAnsi" w:hAnsiTheme="minorHAnsi" w:cs="Times New Roman"/>
          <w:sz w:val="18"/>
          <w:szCs w:val="18"/>
        </w:rPr>
        <w:t xml:space="preserve"> </w:t>
      </w:r>
      <w:r w:rsidR="00B96CEB" w:rsidRPr="00894522">
        <w:rPr>
          <w:rFonts w:asciiTheme="minorHAnsi" w:hAnsiTheme="minorHAnsi" w:cs="Times New Roman"/>
          <w:sz w:val="18"/>
          <w:szCs w:val="18"/>
        </w:rPr>
        <w:t>Max.</w:t>
      </w:r>
      <w:r w:rsidR="00B96CEB">
        <w:rPr>
          <w:rFonts w:asciiTheme="minorHAnsi" w:hAnsiTheme="minorHAnsi" w:cs="Times New Roman"/>
          <w:sz w:val="18"/>
          <w:szCs w:val="18"/>
        </w:rPr>
        <w:tab/>
      </w:r>
      <w:r w:rsidR="00B96CEB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131D4F" w:rsidRPr="00131D4F">
        <w:rPr>
          <w:rFonts w:asciiTheme="minorHAnsi" w:hAnsiTheme="minorHAnsi" w:cs="Times New Roman"/>
          <w:b/>
          <w:bCs/>
          <w:sz w:val="18"/>
          <w:szCs w:val="18"/>
        </w:rPr>
        <w:t>68</w:t>
      </w:r>
      <w:r w:rsidR="00B96CEB" w:rsidRPr="00131D4F">
        <w:rPr>
          <w:rFonts w:asciiTheme="minorHAnsi" w:hAnsiTheme="minorHAnsi" w:cs="Times New Roman"/>
          <w:b/>
          <w:bCs/>
          <w:sz w:val="18"/>
          <w:szCs w:val="18"/>
        </w:rPr>
        <w:t>dB v 7m</w:t>
      </w:r>
      <w:r w:rsidR="00B96CEB" w:rsidRPr="00894522">
        <w:rPr>
          <w:rFonts w:asciiTheme="minorHAnsi" w:hAnsiTheme="minorHAnsi" w:cs="Times New Roman"/>
          <w:sz w:val="18"/>
          <w:szCs w:val="18"/>
        </w:rPr>
        <w:t xml:space="preserve"> </w:t>
      </w:r>
    </w:p>
    <w:p w14:paraId="34B5370B" w14:textId="0F45CD6F" w:rsidR="00B96CEB" w:rsidRPr="00894522" w:rsidRDefault="00E66FDC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>P</w:t>
      </w:r>
      <w:r w:rsidR="00894522" w:rsidRPr="00894522">
        <w:rPr>
          <w:rFonts w:asciiTheme="minorHAnsi" w:hAnsiTheme="minorHAnsi" w:cs="Times New Roman"/>
          <w:sz w:val="18"/>
          <w:szCs w:val="18"/>
        </w:rPr>
        <w:t>alivo</w:t>
      </w:r>
      <w:r>
        <w:rPr>
          <w:rFonts w:asciiTheme="minorHAnsi" w:hAnsiTheme="minorHAnsi" w:cs="Times New Roman"/>
          <w:sz w:val="18"/>
          <w:szCs w:val="18"/>
        </w:rPr>
        <w:t>, nádrž</w:t>
      </w:r>
      <w:r w:rsidR="00B96CEB">
        <w:rPr>
          <w:rFonts w:asciiTheme="minorHAnsi" w:hAnsiTheme="minorHAnsi" w:cs="Times New Roman"/>
          <w:sz w:val="18"/>
          <w:szCs w:val="18"/>
        </w:rPr>
        <w:tab/>
      </w:r>
      <w:r w:rsidR="00B96CEB">
        <w:rPr>
          <w:rFonts w:asciiTheme="minorHAnsi" w:hAnsiTheme="minorHAnsi" w:cs="Times New Roman"/>
          <w:sz w:val="18"/>
          <w:szCs w:val="18"/>
        </w:rPr>
        <w:tab/>
      </w:r>
      <w:r w:rsidR="00B96CEB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B96CEB" w:rsidRPr="00B96CEB">
        <w:rPr>
          <w:rFonts w:asciiTheme="minorHAnsi" w:hAnsiTheme="minorHAnsi" w:cs="Times New Roman"/>
          <w:b/>
          <w:sz w:val="18"/>
          <w:szCs w:val="18"/>
        </w:rPr>
        <w:t>nafta</w:t>
      </w:r>
      <w:r>
        <w:rPr>
          <w:rFonts w:asciiTheme="minorHAnsi" w:hAnsiTheme="minorHAnsi" w:cs="Times New Roman"/>
          <w:b/>
          <w:sz w:val="18"/>
          <w:szCs w:val="18"/>
        </w:rPr>
        <w:t>, součástí stroje</w:t>
      </w:r>
    </w:p>
    <w:p w14:paraId="121D1CAE" w14:textId="77777777" w:rsidR="002C042B" w:rsidRDefault="002C042B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</w:p>
    <w:p w14:paraId="7B067ED0" w14:textId="36BD2ABB" w:rsidR="00894522" w:rsidRPr="00894522" w:rsidRDefault="00894522" w:rsidP="002C042B">
      <w:pPr>
        <w:pStyle w:val="Style5"/>
        <w:spacing w:after="120" w:line="240" w:lineRule="auto"/>
        <w:ind w:left="425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>Max. rozměry a hmotnost celé sestavy s kapotou:</w:t>
      </w:r>
    </w:p>
    <w:p w14:paraId="433BE122" w14:textId="77777777" w:rsidR="00894522" w:rsidRPr="00894522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>Délka do 2800 mm</w:t>
      </w:r>
    </w:p>
    <w:p w14:paraId="6B389AA8" w14:textId="77777777" w:rsidR="00894522" w:rsidRPr="00894522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>Šířka do 1200 mm</w:t>
      </w:r>
    </w:p>
    <w:p w14:paraId="75921FE8" w14:textId="77777777" w:rsidR="00894522" w:rsidRPr="00894522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>Výška do 2000 mm</w:t>
      </w:r>
    </w:p>
    <w:p w14:paraId="01DEF14F" w14:textId="62E51D15" w:rsidR="00894522" w:rsidRPr="00894522" w:rsidRDefault="00894522" w:rsidP="00331D9C">
      <w:pPr>
        <w:pStyle w:val="Style5"/>
        <w:tabs>
          <w:tab w:val="left" w:pos="3381"/>
        </w:tabs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 xml:space="preserve">Hmotnost do </w:t>
      </w:r>
      <w:r w:rsidR="00702E3D">
        <w:rPr>
          <w:rFonts w:asciiTheme="minorHAnsi" w:hAnsiTheme="minorHAnsi" w:cs="Times New Roman"/>
          <w:sz w:val="18"/>
          <w:szCs w:val="18"/>
        </w:rPr>
        <w:t>15</w:t>
      </w:r>
      <w:r w:rsidR="00961AF4">
        <w:rPr>
          <w:rFonts w:asciiTheme="minorHAnsi" w:hAnsiTheme="minorHAnsi" w:cs="Times New Roman"/>
          <w:sz w:val="18"/>
          <w:szCs w:val="18"/>
        </w:rPr>
        <w:t>00</w:t>
      </w:r>
      <w:r w:rsidRPr="00894522">
        <w:rPr>
          <w:rFonts w:asciiTheme="minorHAnsi" w:hAnsiTheme="minorHAnsi" w:cs="Times New Roman"/>
          <w:sz w:val="18"/>
          <w:szCs w:val="18"/>
        </w:rPr>
        <w:t xml:space="preserve"> kg</w:t>
      </w:r>
      <w:r w:rsidR="00961AF4">
        <w:rPr>
          <w:rFonts w:asciiTheme="minorHAnsi" w:hAnsiTheme="minorHAnsi" w:cs="Times New Roman"/>
          <w:sz w:val="18"/>
          <w:szCs w:val="18"/>
        </w:rPr>
        <w:t xml:space="preserve"> včetně přívěsu </w:t>
      </w:r>
      <w:r w:rsidR="00331D9C">
        <w:rPr>
          <w:rFonts w:asciiTheme="minorHAnsi" w:hAnsiTheme="minorHAnsi" w:cs="Times New Roman"/>
          <w:sz w:val="18"/>
          <w:szCs w:val="18"/>
        </w:rPr>
        <w:tab/>
      </w:r>
    </w:p>
    <w:p w14:paraId="60DC1813" w14:textId="77777777" w:rsidR="00894522" w:rsidRPr="00894522" w:rsidRDefault="00894522" w:rsidP="00894522">
      <w:pPr>
        <w:pStyle w:val="Style5"/>
        <w:spacing w:before="120" w:line="240" w:lineRule="auto"/>
        <w:ind w:left="426"/>
        <w:rPr>
          <w:rFonts w:asciiTheme="minorHAnsi" w:hAnsiTheme="minorHAnsi" w:cs="Times New Roman"/>
          <w:sz w:val="18"/>
          <w:szCs w:val="18"/>
        </w:rPr>
      </w:pPr>
    </w:p>
    <w:p w14:paraId="76946978" w14:textId="77777777" w:rsidR="00894522" w:rsidRPr="00B96CEB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b/>
          <w:sz w:val="18"/>
          <w:szCs w:val="18"/>
        </w:rPr>
      </w:pPr>
      <w:r w:rsidRPr="00B96CEB">
        <w:rPr>
          <w:rFonts w:asciiTheme="minorHAnsi" w:hAnsiTheme="minorHAnsi" w:cs="Times New Roman"/>
          <w:b/>
          <w:sz w:val="18"/>
          <w:szCs w:val="18"/>
        </w:rPr>
        <w:t>Technický popis:</w:t>
      </w:r>
    </w:p>
    <w:p w14:paraId="369F05E6" w14:textId="77777777" w:rsidR="00894522" w:rsidRPr="00894522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>Motorgenerátor bude vybaven mechanickou regulací otáček motoru, předehřevem motoru,</w:t>
      </w:r>
    </w:p>
    <w:p w14:paraId="0DB21236" w14:textId="57CF488B" w:rsidR="00894522" w:rsidRPr="00894522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>dobíjením startovací baterie, automatickou regulací napětí</w:t>
      </w:r>
      <w:r w:rsidR="00440475">
        <w:rPr>
          <w:rFonts w:asciiTheme="minorHAnsi" w:hAnsiTheme="minorHAnsi" w:cs="Times New Roman"/>
          <w:sz w:val="18"/>
          <w:szCs w:val="18"/>
        </w:rPr>
        <w:t>, kapotáží a</w:t>
      </w:r>
      <w:r w:rsidRPr="00894522">
        <w:rPr>
          <w:rFonts w:asciiTheme="minorHAnsi" w:hAnsiTheme="minorHAnsi" w:cs="Times New Roman"/>
          <w:sz w:val="18"/>
          <w:szCs w:val="18"/>
        </w:rPr>
        <w:t xml:space="preserve"> tlumičem hluku výfuku. </w:t>
      </w:r>
    </w:p>
    <w:p w14:paraId="03716A4D" w14:textId="667B2D1D" w:rsidR="00894522" w:rsidRPr="00894522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 xml:space="preserve">Součástí MG je vlastní nosná konstrukce </w:t>
      </w:r>
      <w:r w:rsidR="00B96CEB" w:rsidRPr="00894522">
        <w:rPr>
          <w:rFonts w:asciiTheme="minorHAnsi" w:hAnsiTheme="minorHAnsi" w:cs="Times New Roman"/>
          <w:sz w:val="18"/>
          <w:szCs w:val="18"/>
        </w:rPr>
        <w:t>s</w:t>
      </w:r>
      <w:r w:rsidR="00B96CEB">
        <w:rPr>
          <w:rFonts w:asciiTheme="minorHAnsi" w:hAnsiTheme="minorHAnsi" w:cs="Times New Roman"/>
          <w:sz w:val="18"/>
          <w:szCs w:val="18"/>
        </w:rPr>
        <w:t> palivovou nádrží, retenční vanou,</w:t>
      </w:r>
      <w:r w:rsidRPr="00894522">
        <w:rPr>
          <w:rFonts w:asciiTheme="minorHAnsi" w:hAnsiTheme="minorHAnsi" w:cs="Times New Roman"/>
          <w:sz w:val="18"/>
          <w:szCs w:val="18"/>
        </w:rPr>
        <w:t xml:space="preserve"> která zabraňuje úniku provozních kapalin v případě poruchy. Nosná konstrukce bude opatřená proti vibracím soustrojí. </w:t>
      </w:r>
    </w:p>
    <w:p w14:paraId="3107C6CB" w14:textId="77777777" w:rsidR="00894522" w:rsidRPr="00894522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</w:p>
    <w:p w14:paraId="63E358C8" w14:textId="77777777" w:rsidR="00CA5F80" w:rsidRPr="00894522" w:rsidRDefault="00894522" w:rsidP="00CA5F80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 xml:space="preserve">Řídicí systém MG bude vybaven: automatickým </w:t>
      </w:r>
      <w:r w:rsidR="00E66FDC">
        <w:rPr>
          <w:rFonts w:asciiTheme="minorHAnsi" w:hAnsiTheme="minorHAnsi" w:cs="Times New Roman"/>
          <w:sz w:val="18"/>
          <w:szCs w:val="18"/>
        </w:rPr>
        <w:t xml:space="preserve">rozvaděčem ATS s automatickým </w:t>
      </w:r>
      <w:r w:rsidRPr="00894522">
        <w:rPr>
          <w:rFonts w:asciiTheme="minorHAnsi" w:hAnsiTheme="minorHAnsi" w:cs="Times New Roman"/>
          <w:sz w:val="18"/>
          <w:szCs w:val="18"/>
        </w:rPr>
        <w:t xml:space="preserve">startem a doplněný o </w:t>
      </w:r>
      <w:r w:rsidRPr="00CA5F80">
        <w:rPr>
          <w:rFonts w:asciiTheme="minorHAnsi" w:hAnsiTheme="minorHAnsi" w:cs="Times New Roman"/>
          <w:sz w:val="18"/>
          <w:szCs w:val="18"/>
        </w:rPr>
        <w:t>komunikační modul pro komunikaci přes Ethernet s rozsahem požadované signalizace funkčnosti stroje</w:t>
      </w:r>
      <w:r w:rsidR="00CA5F80" w:rsidRPr="00CA5F80">
        <w:rPr>
          <w:rFonts w:asciiTheme="minorHAnsi" w:hAnsiTheme="minorHAnsi" w:cs="Times New Roman"/>
          <w:sz w:val="18"/>
          <w:szCs w:val="18"/>
        </w:rPr>
        <w:t xml:space="preserve"> </w:t>
      </w:r>
      <w:r w:rsidR="00CA5F80" w:rsidRPr="00CA5F80">
        <w:rPr>
          <w:rFonts w:asciiTheme="minorHAnsi" w:hAnsiTheme="minorHAnsi" w:cs="Times New Roman"/>
          <w:sz w:val="18"/>
          <w:szCs w:val="18"/>
        </w:rPr>
        <w:t>(např. běh stroje, stav paliva, dobíjení, stav teploty chladiva a zároveň umožňující dálkové ovládání).</w:t>
      </w:r>
    </w:p>
    <w:p w14:paraId="4BE584B8" w14:textId="0066CEB1" w:rsidR="00894522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 xml:space="preserve">Rozvaděč řízení zdroje bude </w:t>
      </w:r>
      <w:r w:rsidR="00440475">
        <w:rPr>
          <w:rFonts w:asciiTheme="minorHAnsi" w:hAnsiTheme="minorHAnsi" w:cs="Times New Roman"/>
          <w:sz w:val="18"/>
          <w:szCs w:val="18"/>
        </w:rPr>
        <w:t>součástí</w:t>
      </w:r>
      <w:r w:rsidRPr="00894522">
        <w:rPr>
          <w:rFonts w:asciiTheme="minorHAnsi" w:hAnsiTheme="minorHAnsi" w:cs="Times New Roman"/>
          <w:sz w:val="18"/>
          <w:szCs w:val="18"/>
        </w:rPr>
        <w:t xml:space="preserve"> </w:t>
      </w:r>
      <w:r w:rsidR="002C042B">
        <w:rPr>
          <w:rFonts w:asciiTheme="minorHAnsi" w:hAnsiTheme="minorHAnsi" w:cs="Times New Roman"/>
          <w:sz w:val="18"/>
          <w:szCs w:val="18"/>
        </w:rPr>
        <w:t>MG</w:t>
      </w:r>
      <w:r w:rsidRPr="00894522">
        <w:rPr>
          <w:rFonts w:asciiTheme="minorHAnsi" w:hAnsiTheme="minorHAnsi" w:cs="Times New Roman"/>
          <w:sz w:val="18"/>
          <w:szCs w:val="18"/>
        </w:rPr>
        <w:t>.</w:t>
      </w:r>
    </w:p>
    <w:p w14:paraId="1FF1390E" w14:textId="77777777" w:rsidR="001E1DBE" w:rsidRDefault="001E1DBE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</w:p>
    <w:p w14:paraId="0448C983" w14:textId="40D255B2" w:rsidR="00440475" w:rsidRDefault="001E1DBE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>
        <w:rPr>
          <w:rFonts w:asciiTheme="minorHAnsi" w:hAnsiTheme="minorHAnsi" w:cs="Times New Roman"/>
          <w:sz w:val="18"/>
          <w:szCs w:val="18"/>
        </w:rPr>
        <w:t>El. výbava zásuvek: 2x - 1</w:t>
      </w:r>
      <w:r w:rsidRPr="00440475">
        <w:rPr>
          <w:rFonts w:asciiTheme="minorHAnsi" w:hAnsiTheme="minorHAnsi" w:cs="Times New Roman"/>
          <w:sz w:val="18"/>
          <w:szCs w:val="18"/>
        </w:rPr>
        <w:t>NPE 230V</w:t>
      </w:r>
      <w:r>
        <w:rPr>
          <w:rFonts w:asciiTheme="minorHAnsi" w:hAnsiTheme="minorHAnsi" w:cs="Times New Roman"/>
          <w:sz w:val="18"/>
          <w:szCs w:val="18"/>
        </w:rPr>
        <w:t xml:space="preserve">/16A, </w:t>
      </w:r>
      <w:r w:rsidR="00702E3D">
        <w:rPr>
          <w:rFonts w:asciiTheme="minorHAnsi" w:hAnsiTheme="minorHAnsi" w:cs="Times New Roman"/>
          <w:sz w:val="18"/>
          <w:szCs w:val="18"/>
        </w:rPr>
        <w:t>1</w:t>
      </w:r>
      <w:r>
        <w:rPr>
          <w:rFonts w:asciiTheme="minorHAnsi" w:hAnsiTheme="minorHAnsi" w:cs="Times New Roman"/>
          <w:sz w:val="18"/>
          <w:szCs w:val="18"/>
        </w:rPr>
        <w:t xml:space="preserve">x - </w:t>
      </w:r>
      <w:r w:rsidRPr="000D1842">
        <w:rPr>
          <w:rFonts w:asciiTheme="minorHAnsi" w:hAnsiTheme="minorHAnsi" w:cs="Times New Roman"/>
          <w:sz w:val="18"/>
          <w:szCs w:val="18"/>
        </w:rPr>
        <w:t>3NPE 400V</w:t>
      </w:r>
      <w:r>
        <w:rPr>
          <w:rFonts w:asciiTheme="minorHAnsi" w:hAnsiTheme="minorHAnsi" w:cs="Times New Roman"/>
          <w:sz w:val="18"/>
          <w:szCs w:val="18"/>
        </w:rPr>
        <w:t>/32A</w:t>
      </w:r>
    </w:p>
    <w:p w14:paraId="53E0A783" w14:textId="77777777" w:rsidR="001E1DBE" w:rsidRDefault="001E1DBE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</w:p>
    <w:p w14:paraId="5C99E5F2" w14:textId="1356B49C" w:rsidR="000D1842" w:rsidRPr="000D1842" w:rsidRDefault="001E1DBE" w:rsidP="00B96CEB">
      <w:pPr>
        <w:pStyle w:val="Style5"/>
        <w:spacing w:line="240" w:lineRule="auto"/>
        <w:ind w:left="426"/>
        <w:rPr>
          <w:rFonts w:asciiTheme="minorHAnsi" w:hAnsiTheme="minorHAnsi" w:cs="Times New Roman"/>
          <w:b/>
          <w:bCs/>
          <w:sz w:val="18"/>
          <w:szCs w:val="18"/>
        </w:rPr>
      </w:pPr>
      <w:r>
        <w:rPr>
          <w:rFonts w:asciiTheme="minorHAnsi" w:hAnsiTheme="minorHAnsi" w:cs="Times New Roman"/>
          <w:b/>
          <w:bCs/>
          <w:sz w:val="18"/>
          <w:szCs w:val="18"/>
        </w:rPr>
        <w:t>P</w:t>
      </w:r>
      <w:r w:rsidR="000D1842" w:rsidRPr="000D1842">
        <w:rPr>
          <w:rFonts w:asciiTheme="minorHAnsi" w:hAnsiTheme="minorHAnsi" w:cs="Times New Roman"/>
          <w:b/>
          <w:bCs/>
          <w:sz w:val="18"/>
          <w:szCs w:val="18"/>
        </w:rPr>
        <w:t>řívěs</w:t>
      </w:r>
      <w:r>
        <w:rPr>
          <w:rFonts w:asciiTheme="minorHAnsi" w:hAnsiTheme="minorHAnsi" w:cs="Times New Roman"/>
          <w:b/>
          <w:bCs/>
          <w:sz w:val="18"/>
          <w:szCs w:val="18"/>
        </w:rPr>
        <w:t xml:space="preserve"> za automobil</w:t>
      </w:r>
      <w:r w:rsidR="000D1842" w:rsidRPr="000D1842">
        <w:rPr>
          <w:rFonts w:asciiTheme="minorHAnsi" w:hAnsiTheme="minorHAnsi" w:cs="Times New Roman"/>
          <w:b/>
          <w:bCs/>
          <w:sz w:val="18"/>
          <w:szCs w:val="18"/>
        </w:rPr>
        <w:t>:</w:t>
      </w:r>
    </w:p>
    <w:p w14:paraId="44BD509E" w14:textId="03140165" w:rsidR="000D1842" w:rsidRDefault="000D184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0D1842">
        <w:rPr>
          <w:rFonts w:asciiTheme="minorHAnsi" w:hAnsiTheme="minorHAnsi" w:cs="Times New Roman"/>
          <w:sz w:val="18"/>
          <w:szCs w:val="18"/>
        </w:rPr>
        <w:t xml:space="preserve">Dodaný </w:t>
      </w:r>
      <w:r w:rsidR="001E1DBE">
        <w:rPr>
          <w:rFonts w:asciiTheme="minorHAnsi" w:hAnsiTheme="minorHAnsi" w:cs="Times New Roman"/>
          <w:sz w:val="18"/>
          <w:szCs w:val="18"/>
        </w:rPr>
        <w:t>mobilní</w:t>
      </w:r>
      <w:r w:rsidRPr="000D1842">
        <w:rPr>
          <w:rFonts w:asciiTheme="minorHAnsi" w:hAnsiTheme="minorHAnsi" w:cs="Times New Roman"/>
          <w:sz w:val="18"/>
          <w:szCs w:val="18"/>
        </w:rPr>
        <w:t xml:space="preserve"> podvozek</w:t>
      </w:r>
      <w:r>
        <w:rPr>
          <w:rFonts w:asciiTheme="minorHAnsi" w:hAnsiTheme="minorHAnsi" w:cs="Times New Roman"/>
          <w:sz w:val="18"/>
          <w:szCs w:val="18"/>
        </w:rPr>
        <w:t xml:space="preserve"> „V“ oj s připojením na kouli ISO 50, bržděný dvounápravový</w:t>
      </w:r>
      <w:r w:rsidRPr="000D1842">
        <w:rPr>
          <w:rFonts w:asciiTheme="minorHAnsi" w:hAnsiTheme="minorHAnsi" w:cs="Times New Roman"/>
          <w:sz w:val="18"/>
          <w:szCs w:val="18"/>
        </w:rPr>
        <w:t>, na kterém bude MG instalovaný, bude dodán včetně dvou podpěrných noh v zadní části pro odlehčení kol při odstavení a s pojezdným kolečkem v přední části pro manipulaci. Dodávka bude provedena včetně rezervního kola s uzamykatelným držákem, a připravenými všemi doklady pro přihlášení do Registru vozidel včetně TP a COC listu.</w:t>
      </w:r>
    </w:p>
    <w:p w14:paraId="3890B049" w14:textId="77777777" w:rsidR="000D1842" w:rsidRDefault="000D1842" w:rsidP="001E1DBE">
      <w:pPr>
        <w:pStyle w:val="Style5"/>
        <w:spacing w:line="240" w:lineRule="auto"/>
        <w:rPr>
          <w:rFonts w:asciiTheme="minorHAnsi" w:hAnsiTheme="minorHAnsi" w:cs="Times New Roman"/>
          <w:sz w:val="18"/>
          <w:szCs w:val="18"/>
        </w:rPr>
      </w:pPr>
    </w:p>
    <w:p w14:paraId="16674C52" w14:textId="77777777" w:rsidR="001E1DBE" w:rsidRDefault="000D1842" w:rsidP="000D1842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1E1DBE">
        <w:rPr>
          <w:rFonts w:asciiTheme="minorHAnsi" w:hAnsiTheme="minorHAnsi" w:cs="Times New Roman"/>
          <w:b/>
          <w:bCs/>
          <w:sz w:val="18"/>
          <w:szCs w:val="18"/>
        </w:rPr>
        <w:t>Příslušenství:</w:t>
      </w:r>
      <w:r>
        <w:rPr>
          <w:rFonts w:asciiTheme="minorHAnsi" w:hAnsiTheme="minorHAnsi" w:cs="Times New Roman"/>
          <w:sz w:val="18"/>
          <w:szCs w:val="18"/>
        </w:rPr>
        <w:t xml:space="preserve"> </w:t>
      </w:r>
    </w:p>
    <w:p w14:paraId="2B3BEA1D" w14:textId="5E3EF405" w:rsidR="001E1DBE" w:rsidRDefault="000D1842" w:rsidP="001E1DBE">
      <w:pPr>
        <w:pStyle w:val="Style5"/>
        <w:numPr>
          <w:ilvl w:val="0"/>
          <w:numId w:val="16"/>
        </w:numPr>
        <w:spacing w:line="240" w:lineRule="auto"/>
        <w:rPr>
          <w:rFonts w:asciiTheme="minorHAnsi" w:hAnsiTheme="minorHAnsi" w:cs="Times New Roman"/>
          <w:sz w:val="18"/>
          <w:szCs w:val="18"/>
        </w:rPr>
      </w:pPr>
      <w:r w:rsidRPr="000D1842">
        <w:rPr>
          <w:rFonts w:asciiTheme="minorHAnsi" w:hAnsiTheme="minorHAnsi" w:cs="Times New Roman"/>
          <w:sz w:val="18"/>
          <w:szCs w:val="18"/>
        </w:rPr>
        <w:t>3 metry dlouhý jednofázový přívodní kabel s vidlicí 230V/16A</w:t>
      </w:r>
      <w:r>
        <w:rPr>
          <w:rFonts w:asciiTheme="minorHAnsi" w:hAnsiTheme="minorHAnsi" w:cs="Times New Roman"/>
          <w:sz w:val="18"/>
          <w:szCs w:val="18"/>
        </w:rPr>
        <w:t xml:space="preserve"> </w:t>
      </w:r>
    </w:p>
    <w:p w14:paraId="360F6177" w14:textId="6268219E" w:rsidR="001E1DBE" w:rsidRDefault="000D1842" w:rsidP="001E1DBE">
      <w:pPr>
        <w:pStyle w:val="Style5"/>
        <w:numPr>
          <w:ilvl w:val="0"/>
          <w:numId w:val="16"/>
        </w:numPr>
        <w:spacing w:line="240" w:lineRule="auto"/>
        <w:rPr>
          <w:rFonts w:asciiTheme="minorHAnsi" w:hAnsiTheme="minorHAnsi" w:cs="Times New Roman"/>
          <w:sz w:val="18"/>
          <w:szCs w:val="18"/>
        </w:rPr>
      </w:pPr>
      <w:r>
        <w:rPr>
          <w:rFonts w:asciiTheme="minorHAnsi" w:hAnsiTheme="minorHAnsi" w:cs="Times New Roman"/>
          <w:sz w:val="18"/>
          <w:szCs w:val="18"/>
        </w:rPr>
        <w:t xml:space="preserve">kanystr na PHM 20L </w:t>
      </w:r>
    </w:p>
    <w:p w14:paraId="6D794F7E" w14:textId="193423D9" w:rsidR="000D1842" w:rsidRDefault="00355CE9" w:rsidP="001E1DBE">
      <w:pPr>
        <w:pStyle w:val="Style5"/>
        <w:numPr>
          <w:ilvl w:val="0"/>
          <w:numId w:val="16"/>
        </w:numPr>
        <w:spacing w:line="240" w:lineRule="auto"/>
        <w:rPr>
          <w:rFonts w:asciiTheme="minorHAnsi" w:hAnsiTheme="minorHAnsi" w:cs="Times New Roman"/>
          <w:sz w:val="18"/>
          <w:szCs w:val="18"/>
        </w:rPr>
      </w:pPr>
      <w:r>
        <w:rPr>
          <w:rFonts w:asciiTheme="minorHAnsi" w:hAnsiTheme="minorHAnsi" w:cs="Times New Roman"/>
          <w:sz w:val="18"/>
          <w:szCs w:val="18"/>
        </w:rPr>
        <w:t>2ks klínů s držákem</w:t>
      </w:r>
    </w:p>
    <w:p w14:paraId="4BFDF172" w14:textId="77777777" w:rsidR="000D1842" w:rsidRDefault="000D184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</w:p>
    <w:p w14:paraId="338CA0A3" w14:textId="77777777" w:rsidR="00894522" w:rsidRPr="00894522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</w:p>
    <w:p w14:paraId="544CCABC" w14:textId="0C67B338" w:rsidR="004D2143" w:rsidRPr="00EB2B45" w:rsidRDefault="00382D66" w:rsidP="00F06D30">
      <w:pPr>
        <w:pStyle w:val="Style5"/>
        <w:widowControl/>
        <w:spacing w:before="120" w:line="240" w:lineRule="auto"/>
        <w:ind w:left="426"/>
        <w:jc w:val="left"/>
        <w:rPr>
          <w:b/>
        </w:rPr>
      </w:pPr>
      <w:r w:rsidRPr="000618D7">
        <w:rPr>
          <w:rFonts w:asciiTheme="minorHAnsi" w:hAnsiTheme="minorHAnsi" w:cs="Times New Roman"/>
          <w:sz w:val="18"/>
          <w:szCs w:val="18"/>
        </w:rPr>
        <w:t xml:space="preserve"> </w:t>
      </w:r>
    </w:p>
    <w:sectPr w:rsidR="004D2143" w:rsidRPr="00EB2B45" w:rsidSect="00FB0268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993" w:left="156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CB1B7C" w14:textId="77777777" w:rsidR="00FB0268" w:rsidRDefault="00FB0268" w:rsidP="00962258">
      <w:pPr>
        <w:spacing w:after="0" w:line="240" w:lineRule="auto"/>
      </w:pPr>
      <w:r>
        <w:separator/>
      </w:r>
    </w:p>
  </w:endnote>
  <w:endnote w:type="continuationSeparator" w:id="0">
    <w:p w14:paraId="6E32AC32" w14:textId="77777777" w:rsidR="00FB0268" w:rsidRDefault="00FB026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071C" w14:paraId="60661F0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09E069" w14:textId="0BBE4FDB" w:rsidR="00D6071C" w:rsidRPr="00B8518B" w:rsidRDefault="00D6071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600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600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F2FDEC" w14:textId="77777777" w:rsidR="00D6071C" w:rsidRDefault="00D6071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044884" w14:textId="77777777" w:rsidR="00D6071C" w:rsidRDefault="00D6071C" w:rsidP="0040211C">
          <w:pPr>
            <w:pStyle w:val="Zpat"/>
            <w:jc w:val="center"/>
          </w:pPr>
        </w:p>
      </w:tc>
      <w:tc>
        <w:tcPr>
          <w:tcW w:w="2921" w:type="dxa"/>
        </w:tcPr>
        <w:p w14:paraId="6D5E9424" w14:textId="77777777" w:rsidR="00D6071C" w:rsidRDefault="00D6071C" w:rsidP="00D831A3">
          <w:pPr>
            <w:pStyle w:val="Zpat"/>
          </w:pPr>
        </w:p>
      </w:tc>
    </w:tr>
  </w:tbl>
  <w:p w14:paraId="48C0B2B2" w14:textId="77777777" w:rsidR="00D6071C" w:rsidRPr="00B8518B" w:rsidRDefault="00D6071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AE9284" wp14:editId="13379BB0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C03E4F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071C" w14:paraId="6E131A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5A61FC" w14:textId="03B30132" w:rsidR="00D6071C" w:rsidRPr="00B8518B" w:rsidRDefault="00D6071C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60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600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6DA02B" w14:textId="77777777" w:rsidR="00D6071C" w:rsidRDefault="00D6071C" w:rsidP="005A4944">
          <w:pPr>
            <w:pStyle w:val="Zpat"/>
          </w:pPr>
          <w:r>
            <w:t>Správa železnic, státní organizace</w:t>
          </w:r>
        </w:p>
        <w:p w14:paraId="56A65E20" w14:textId="77777777" w:rsidR="00D6071C" w:rsidRDefault="00D6071C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75C4F2" w14:textId="77777777" w:rsidR="00D6071C" w:rsidRDefault="00D6071C" w:rsidP="005A4944">
          <w:pPr>
            <w:pStyle w:val="Zpat"/>
          </w:pPr>
          <w:r>
            <w:t>Sídlo: Dlážděná 1003/7, 110 00 Praha 1</w:t>
          </w:r>
        </w:p>
        <w:p w14:paraId="0C115128" w14:textId="77777777" w:rsidR="00D6071C" w:rsidRDefault="00D6071C" w:rsidP="005A4944">
          <w:pPr>
            <w:pStyle w:val="Zpat"/>
          </w:pPr>
          <w:r>
            <w:t>IČO: 709 94 234 DIČ: CZ 709 94 234</w:t>
          </w:r>
        </w:p>
        <w:p w14:paraId="0F632BD3" w14:textId="1E072765" w:rsidR="00D6071C" w:rsidRDefault="00D6071C" w:rsidP="00D015F4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3A4709EA" w14:textId="77777777" w:rsidR="00331D9C" w:rsidRPr="00B45E9E" w:rsidRDefault="00331D9C" w:rsidP="00331D9C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525428CE" w14:textId="77777777" w:rsidR="00331D9C" w:rsidRPr="00B45E9E" w:rsidRDefault="00331D9C" w:rsidP="00331D9C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6A94EB48" w14:textId="01AE35AA" w:rsidR="00D6071C" w:rsidRDefault="00331D9C" w:rsidP="00331D9C">
          <w:pPr>
            <w:pStyle w:val="Zpat"/>
          </w:pPr>
          <w:r>
            <w:rPr>
              <w:b/>
            </w:rPr>
            <w:t>702 00 Ostrava</w:t>
          </w:r>
        </w:p>
      </w:tc>
    </w:tr>
  </w:tbl>
  <w:p w14:paraId="6DF5F94F" w14:textId="77777777" w:rsidR="00D6071C" w:rsidRPr="00B8518B" w:rsidRDefault="00D6071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BB3D2F9" wp14:editId="0CB15C1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A56000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0B26E30F" wp14:editId="6DE15DDC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263040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6A4982" w14:textId="77777777" w:rsidR="00D6071C" w:rsidRPr="00460660" w:rsidRDefault="00D6071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5EDA7D" w14:textId="77777777" w:rsidR="00FB0268" w:rsidRDefault="00FB0268" w:rsidP="00962258">
      <w:pPr>
        <w:spacing w:after="0" w:line="240" w:lineRule="auto"/>
      </w:pPr>
      <w:r>
        <w:separator/>
      </w:r>
    </w:p>
  </w:footnote>
  <w:footnote w:type="continuationSeparator" w:id="0">
    <w:p w14:paraId="73AF1DBD" w14:textId="77777777" w:rsidR="00FB0268" w:rsidRDefault="00FB026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6071C" w14:paraId="2FE739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21D92E" w14:textId="77777777" w:rsidR="00D6071C" w:rsidRPr="00B8518B" w:rsidRDefault="00D6071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95920D" w14:textId="77777777" w:rsidR="00D6071C" w:rsidRDefault="00D6071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10DC7B" w14:textId="77777777" w:rsidR="00D6071C" w:rsidRPr="00D6163D" w:rsidRDefault="00D6071C" w:rsidP="00D6163D">
          <w:pPr>
            <w:pStyle w:val="Druhdokumentu"/>
          </w:pPr>
        </w:p>
      </w:tc>
    </w:tr>
  </w:tbl>
  <w:p w14:paraId="54A0014C" w14:textId="77777777" w:rsidR="00D6071C" w:rsidRPr="00D6163D" w:rsidRDefault="00D6071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6071C" w:rsidRPr="002A6AEA" w14:paraId="3FD79E0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77A3203" w14:textId="77777777" w:rsidR="00D6071C" w:rsidRPr="00B8518B" w:rsidRDefault="00D6071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DD5954" w14:textId="77777777" w:rsidR="00D6071C" w:rsidRDefault="00D6071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62E1CDD" w14:textId="77777777" w:rsidR="002C042B" w:rsidRPr="00E1711C" w:rsidRDefault="002C042B" w:rsidP="002C042B">
          <w:pPr>
            <w:pStyle w:val="Druhdokumentu"/>
            <w:ind w:hanging="5"/>
            <w:rPr>
              <w:b w:val="0"/>
              <w:bCs/>
              <w:sz w:val="18"/>
              <w:szCs w:val="18"/>
            </w:rPr>
          </w:pPr>
          <w:r w:rsidRPr="00E1711C">
            <w:rPr>
              <w:b w:val="0"/>
              <w:bCs/>
              <w:sz w:val="18"/>
              <w:szCs w:val="18"/>
            </w:rPr>
            <w:t>Příloha č. 1 Dílu 3 Zadávací dokumentace:</w:t>
          </w:r>
        </w:p>
        <w:p w14:paraId="12162853" w14:textId="77777777" w:rsidR="002C042B" w:rsidRDefault="002C042B" w:rsidP="002C042B">
          <w:pPr>
            <w:pStyle w:val="Druhdokumentu"/>
            <w:rPr>
              <w:b w:val="0"/>
              <w:bCs/>
              <w:sz w:val="18"/>
              <w:szCs w:val="18"/>
            </w:rPr>
          </w:pPr>
          <w:r w:rsidRPr="00E1711C">
            <w:rPr>
              <w:b w:val="0"/>
              <w:bCs/>
              <w:sz w:val="18"/>
              <w:szCs w:val="18"/>
            </w:rPr>
            <w:t xml:space="preserve"> Specifikace předmětu veřejné zakázky – technické</w:t>
          </w:r>
          <w:r>
            <w:rPr>
              <w:b w:val="0"/>
              <w:bCs/>
              <w:sz w:val="18"/>
              <w:szCs w:val="18"/>
            </w:rPr>
            <w:t xml:space="preserve"> </w:t>
          </w:r>
          <w:r w:rsidRPr="00E1711C">
            <w:rPr>
              <w:b w:val="0"/>
              <w:bCs/>
              <w:sz w:val="18"/>
              <w:szCs w:val="18"/>
            </w:rPr>
            <w:t>podmínky</w:t>
          </w:r>
        </w:p>
        <w:p w14:paraId="1C714102" w14:textId="60354D33" w:rsidR="00D6071C" w:rsidRPr="002A6AEA" w:rsidRDefault="002C042B" w:rsidP="002C042B">
          <w:pPr>
            <w:pStyle w:val="Druhdokumentu"/>
            <w:rPr>
              <w:sz w:val="22"/>
              <w:szCs w:val="22"/>
            </w:rPr>
          </w:pPr>
          <w:r w:rsidRPr="005055BA">
            <w:rPr>
              <w:b w:val="0"/>
              <w:bCs/>
              <w:sz w:val="18"/>
              <w:szCs w:val="18"/>
            </w:rPr>
            <w:t>Část 1</w:t>
          </w:r>
          <w:r>
            <w:rPr>
              <w:b w:val="0"/>
              <w:bCs/>
              <w:sz w:val="18"/>
              <w:szCs w:val="18"/>
            </w:rPr>
            <w:t>b</w:t>
          </w:r>
          <w:r w:rsidRPr="00783CB5">
            <w:rPr>
              <w:bCs/>
            </w:rPr>
            <w:t xml:space="preserve"> </w:t>
          </w:r>
          <w:r w:rsidRPr="005055BA">
            <w:rPr>
              <w:b w:val="0"/>
              <w:bCs/>
              <w:sz w:val="18"/>
              <w:szCs w:val="18"/>
            </w:rPr>
            <w:t xml:space="preserve">TP </w:t>
          </w:r>
          <w:r w:rsidRPr="002C042B">
            <w:rPr>
              <w:b w:val="0"/>
              <w:bCs/>
              <w:sz w:val="18"/>
              <w:szCs w:val="18"/>
            </w:rPr>
            <w:t>Mobilní zdroj 24kVA</w:t>
          </w:r>
        </w:p>
      </w:tc>
    </w:tr>
    <w:tr w:rsidR="00D6071C" w14:paraId="6904D335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4DD64424" w14:textId="77777777" w:rsidR="00D6071C" w:rsidRPr="00B8518B" w:rsidRDefault="00D6071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00EB80" w14:textId="77777777" w:rsidR="00D6071C" w:rsidRDefault="00D6071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575FD9" w14:textId="77777777" w:rsidR="00D6071C" w:rsidRPr="00D6163D" w:rsidRDefault="00D6071C" w:rsidP="00FC6389">
          <w:pPr>
            <w:pStyle w:val="Druhdokumentu"/>
          </w:pPr>
        </w:p>
      </w:tc>
    </w:tr>
  </w:tbl>
  <w:p w14:paraId="79278E1D" w14:textId="77777777" w:rsidR="00D6071C" w:rsidRPr="00D6163D" w:rsidRDefault="00D6071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75C5839" wp14:editId="0CB15FC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83E405" w14:textId="77777777" w:rsidR="00D6071C" w:rsidRPr="00460660" w:rsidRDefault="00D6071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05A5F"/>
    <w:multiLevelType w:val="multilevel"/>
    <w:tmpl w:val="0D34D660"/>
    <w:numStyleLink w:val="ListBulletmultilevel"/>
  </w:abstractNum>
  <w:abstractNum w:abstractNumId="6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967225"/>
    <w:multiLevelType w:val="hybridMultilevel"/>
    <w:tmpl w:val="1714CCA8"/>
    <w:lvl w:ilvl="0" w:tplc="08482C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F94D9B"/>
    <w:multiLevelType w:val="hybridMultilevel"/>
    <w:tmpl w:val="20E416C0"/>
    <w:lvl w:ilvl="0" w:tplc="A01E4590">
      <w:start w:val="3"/>
      <w:numFmt w:val="bullet"/>
      <w:lvlText w:val="-"/>
      <w:lvlJc w:val="left"/>
      <w:pPr>
        <w:ind w:left="786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4070991"/>
    <w:multiLevelType w:val="multilevel"/>
    <w:tmpl w:val="CABE99FC"/>
    <w:numStyleLink w:val="ListNumbermultilevel"/>
  </w:abstractNum>
  <w:num w:numId="1" w16cid:durableId="2071072888">
    <w:abstractNumId w:val="3"/>
  </w:num>
  <w:num w:numId="2" w16cid:durableId="422537075">
    <w:abstractNumId w:val="0"/>
  </w:num>
  <w:num w:numId="3" w16cid:durableId="327489963">
    <w:abstractNumId w:val="15"/>
  </w:num>
  <w:num w:numId="4" w16cid:durableId="1204899452">
    <w:abstractNumId w:val="5"/>
  </w:num>
  <w:num w:numId="5" w16cid:durableId="1380668688">
    <w:abstractNumId w:val="11"/>
  </w:num>
  <w:num w:numId="6" w16cid:durableId="502087833">
    <w:abstractNumId w:val="6"/>
  </w:num>
  <w:num w:numId="7" w16cid:durableId="1460149450">
    <w:abstractNumId w:val="8"/>
  </w:num>
  <w:num w:numId="8" w16cid:durableId="630867361">
    <w:abstractNumId w:val="4"/>
  </w:num>
  <w:num w:numId="9" w16cid:durableId="537276952">
    <w:abstractNumId w:val="13"/>
  </w:num>
  <w:num w:numId="10" w16cid:durableId="108474131">
    <w:abstractNumId w:val="1"/>
  </w:num>
  <w:num w:numId="11" w16cid:durableId="2018001790">
    <w:abstractNumId w:val="2"/>
  </w:num>
  <w:num w:numId="12" w16cid:durableId="917901957">
    <w:abstractNumId w:val="14"/>
  </w:num>
  <w:num w:numId="13" w16cid:durableId="1498034006">
    <w:abstractNumId w:val="10"/>
  </w:num>
  <w:num w:numId="14" w16cid:durableId="824472342">
    <w:abstractNumId w:val="7"/>
  </w:num>
  <w:num w:numId="15" w16cid:durableId="954679003">
    <w:abstractNumId w:val="9"/>
  </w:num>
  <w:num w:numId="16" w16cid:durableId="448208602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1380D"/>
    <w:rsid w:val="00017526"/>
    <w:rsid w:val="00022A86"/>
    <w:rsid w:val="00047CB8"/>
    <w:rsid w:val="000558AB"/>
    <w:rsid w:val="00072C1E"/>
    <w:rsid w:val="00081784"/>
    <w:rsid w:val="0008575D"/>
    <w:rsid w:val="000865BD"/>
    <w:rsid w:val="000A290F"/>
    <w:rsid w:val="000A2F37"/>
    <w:rsid w:val="000B4EB8"/>
    <w:rsid w:val="000C41F2"/>
    <w:rsid w:val="000D1842"/>
    <w:rsid w:val="000D22C4"/>
    <w:rsid w:val="000D27D1"/>
    <w:rsid w:val="000F41C7"/>
    <w:rsid w:val="0010281E"/>
    <w:rsid w:val="00114472"/>
    <w:rsid w:val="001150F2"/>
    <w:rsid w:val="00131D4F"/>
    <w:rsid w:val="00152480"/>
    <w:rsid w:val="00170EC5"/>
    <w:rsid w:val="00172B3C"/>
    <w:rsid w:val="001747C1"/>
    <w:rsid w:val="00186692"/>
    <w:rsid w:val="00190B15"/>
    <w:rsid w:val="001B1147"/>
    <w:rsid w:val="001B24E5"/>
    <w:rsid w:val="001B4E74"/>
    <w:rsid w:val="001D66BD"/>
    <w:rsid w:val="001E1DBE"/>
    <w:rsid w:val="001E5F45"/>
    <w:rsid w:val="00201F23"/>
    <w:rsid w:val="00207DF5"/>
    <w:rsid w:val="0021229B"/>
    <w:rsid w:val="0024023A"/>
    <w:rsid w:val="00242B9F"/>
    <w:rsid w:val="00261A5B"/>
    <w:rsid w:val="00267E18"/>
    <w:rsid w:val="00284AF3"/>
    <w:rsid w:val="00296DC2"/>
    <w:rsid w:val="002A6876"/>
    <w:rsid w:val="002A6AEA"/>
    <w:rsid w:val="002B5243"/>
    <w:rsid w:val="002C042B"/>
    <w:rsid w:val="002C31BF"/>
    <w:rsid w:val="002C71C7"/>
    <w:rsid w:val="002D1E05"/>
    <w:rsid w:val="002E046A"/>
    <w:rsid w:val="002E0CD7"/>
    <w:rsid w:val="002E24E1"/>
    <w:rsid w:val="002E4918"/>
    <w:rsid w:val="002F52DB"/>
    <w:rsid w:val="002F5DA1"/>
    <w:rsid w:val="00300A39"/>
    <w:rsid w:val="00306842"/>
    <w:rsid w:val="00315F75"/>
    <w:rsid w:val="00324295"/>
    <w:rsid w:val="00327EEF"/>
    <w:rsid w:val="00331D9C"/>
    <w:rsid w:val="00332701"/>
    <w:rsid w:val="003354B5"/>
    <w:rsid w:val="0034719F"/>
    <w:rsid w:val="0035361C"/>
    <w:rsid w:val="00355CE9"/>
    <w:rsid w:val="003571D8"/>
    <w:rsid w:val="00357BC6"/>
    <w:rsid w:val="00361422"/>
    <w:rsid w:val="00370F99"/>
    <w:rsid w:val="003711E4"/>
    <w:rsid w:val="003712A0"/>
    <w:rsid w:val="00372215"/>
    <w:rsid w:val="00380150"/>
    <w:rsid w:val="00382D66"/>
    <w:rsid w:val="003956C6"/>
    <w:rsid w:val="003B0071"/>
    <w:rsid w:val="003B6BBD"/>
    <w:rsid w:val="003C180B"/>
    <w:rsid w:val="003D134E"/>
    <w:rsid w:val="003D4BDF"/>
    <w:rsid w:val="003E0DDA"/>
    <w:rsid w:val="003E4A4C"/>
    <w:rsid w:val="0040211C"/>
    <w:rsid w:val="00413E5D"/>
    <w:rsid w:val="00440475"/>
    <w:rsid w:val="00450F07"/>
    <w:rsid w:val="00453CD3"/>
    <w:rsid w:val="0046033E"/>
    <w:rsid w:val="00460660"/>
    <w:rsid w:val="00486107"/>
    <w:rsid w:val="00491827"/>
    <w:rsid w:val="004B0F3C"/>
    <w:rsid w:val="004B13E1"/>
    <w:rsid w:val="004B5CD0"/>
    <w:rsid w:val="004C2347"/>
    <w:rsid w:val="004C4399"/>
    <w:rsid w:val="004C6678"/>
    <w:rsid w:val="004C787C"/>
    <w:rsid w:val="004D2143"/>
    <w:rsid w:val="004D7468"/>
    <w:rsid w:val="004E1D96"/>
    <w:rsid w:val="004E7A1F"/>
    <w:rsid w:val="004F13C2"/>
    <w:rsid w:val="004F4B9B"/>
    <w:rsid w:val="00511A78"/>
    <w:rsid w:val="00511AB9"/>
    <w:rsid w:val="00523BB5"/>
    <w:rsid w:val="00523EA7"/>
    <w:rsid w:val="00534019"/>
    <w:rsid w:val="005406EB"/>
    <w:rsid w:val="00553375"/>
    <w:rsid w:val="00562CC0"/>
    <w:rsid w:val="005702D6"/>
    <w:rsid w:val="005736B7"/>
    <w:rsid w:val="00575E5A"/>
    <w:rsid w:val="00582AFA"/>
    <w:rsid w:val="005866EC"/>
    <w:rsid w:val="0059674A"/>
    <w:rsid w:val="005A1268"/>
    <w:rsid w:val="005A4944"/>
    <w:rsid w:val="005E24FC"/>
    <w:rsid w:val="005F13BD"/>
    <w:rsid w:val="00607F15"/>
    <w:rsid w:val="0061068E"/>
    <w:rsid w:val="00612482"/>
    <w:rsid w:val="00613A7F"/>
    <w:rsid w:val="00624873"/>
    <w:rsid w:val="00624945"/>
    <w:rsid w:val="00632045"/>
    <w:rsid w:val="00636285"/>
    <w:rsid w:val="006411CB"/>
    <w:rsid w:val="00643A18"/>
    <w:rsid w:val="00651339"/>
    <w:rsid w:val="00657E8A"/>
    <w:rsid w:val="00660AD3"/>
    <w:rsid w:val="006626CF"/>
    <w:rsid w:val="006913A3"/>
    <w:rsid w:val="0069668E"/>
    <w:rsid w:val="006A5570"/>
    <w:rsid w:val="006A5F04"/>
    <w:rsid w:val="006A689C"/>
    <w:rsid w:val="006B3D79"/>
    <w:rsid w:val="006C04E1"/>
    <w:rsid w:val="006E0578"/>
    <w:rsid w:val="006E314D"/>
    <w:rsid w:val="006F1835"/>
    <w:rsid w:val="006F1A41"/>
    <w:rsid w:val="00702E3D"/>
    <w:rsid w:val="00710723"/>
    <w:rsid w:val="0071113A"/>
    <w:rsid w:val="00720768"/>
    <w:rsid w:val="00723ED1"/>
    <w:rsid w:val="00742F51"/>
    <w:rsid w:val="00743525"/>
    <w:rsid w:val="007530A7"/>
    <w:rsid w:val="0076286B"/>
    <w:rsid w:val="00766846"/>
    <w:rsid w:val="0077673A"/>
    <w:rsid w:val="007846E1"/>
    <w:rsid w:val="007853DE"/>
    <w:rsid w:val="007A4A7E"/>
    <w:rsid w:val="007B570C"/>
    <w:rsid w:val="007D7419"/>
    <w:rsid w:val="007E1DF9"/>
    <w:rsid w:val="007E2D69"/>
    <w:rsid w:val="007E4A6E"/>
    <w:rsid w:val="007E70A0"/>
    <w:rsid w:val="007F56A7"/>
    <w:rsid w:val="007F6566"/>
    <w:rsid w:val="00804013"/>
    <w:rsid w:val="00807093"/>
    <w:rsid w:val="008072DD"/>
    <w:rsid w:val="00807DD0"/>
    <w:rsid w:val="0081206E"/>
    <w:rsid w:val="008201C7"/>
    <w:rsid w:val="00821745"/>
    <w:rsid w:val="008254BC"/>
    <w:rsid w:val="008272EC"/>
    <w:rsid w:val="00832EE9"/>
    <w:rsid w:val="00844773"/>
    <w:rsid w:val="00852279"/>
    <w:rsid w:val="00852590"/>
    <w:rsid w:val="00852BCD"/>
    <w:rsid w:val="00856E91"/>
    <w:rsid w:val="00857257"/>
    <w:rsid w:val="0086615B"/>
    <w:rsid w:val="00873F17"/>
    <w:rsid w:val="008740BD"/>
    <w:rsid w:val="00891E7D"/>
    <w:rsid w:val="00894522"/>
    <w:rsid w:val="00894A21"/>
    <w:rsid w:val="00894C02"/>
    <w:rsid w:val="00895BBB"/>
    <w:rsid w:val="008A3568"/>
    <w:rsid w:val="008D03B9"/>
    <w:rsid w:val="008F18D6"/>
    <w:rsid w:val="008F5B7A"/>
    <w:rsid w:val="00901090"/>
    <w:rsid w:val="00904780"/>
    <w:rsid w:val="00922385"/>
    <w:rsid w:val="009223DF"/>
    <w:rsid w:val="00936091"/>
    <w:rsid w:val="00940D8A"/>
    <w:rsid w:val="00946AE9"/>
    <w:rsid w:val="00946F6C"/>
    <w:rsid w:val="00961AF4"/>
    <w:rsid w:val="00962258"/>
    <w:rsid w:val="009678B7"/>
    <w:rsid w:val="00970B5A"/>
    <w:rsid w:val="00981224"/>
    <w:rsid w:val="00984503"/>
    <w:rsid w:val="00984C4A"/>
    <w:rsid w:val="00992D9C"/>
    <w:rsid w:val="00996CB8"/>
    <w:rsid w:val="009B042B"/>
    <w:rsid w:val="009B2E97"/>
    <w:rsid w:val="009C442C"/>
    <w:rsid w:val="009C480D"/>
    <w:rsid w:val="009C68F8"/>
    <w:rsid w:val="009D45C3"/>
    <w:rsid w:val="009D4B1C"/>
    <w:rsid w:val="009E07F4"/>
    <w:rsid w:val="009F309B"/>
    <w:rsid w:val="009F392E"/>
    <w:rsid w:val="00A02500"/>
    <w:rsid w:val="00A05B13"/>
    <w:rsid w:val="00A12CC9"/>
    <w:rsid w:val="00A2240C"/>
    <w:rsid w:val="00A267AB"/>
    <w:rsid w:val="00A26B64"/>
    <w:rsid w:val="00A34C78"/>
    <w:rsid w:val="00A500EA"/>
    <w:rsid w:val="00A50641"/>
    <w:rsid w:val="00A530BF"/>
    <w:rsid w:val="00A6177B"/>
    <w:rsid w:val="00A62674"/>
    <w:rsid w:val="00A66136"/>
    <w:rsid w:val="00A70527"/>
    <w:rsid w:val="00A71189"/>
    <w:rsid w:val="00A753ED"/>
    <w:rsid w:val="00A94C2F"/>
    <w:rsid w:val="00A96A59"/>
    <w:rsid w:val="00AA4CBB"/>
    <w:rsid w:val="00AA65FA"/>
    <w:rsid w:val="00AA7351"/>
    <w:rsid w:val="00AB0E91"/>
    <w:rsid w:val="00AC47DC"/>
    <w:rsid w:val="00AD056F"/>
    <w:rsid w:val="00AD57C8"/>
    <w:rsid w:val="00AD6731"/>
    <w:rsid w:val="00AF6003"/>
    <w:rsid w:val="00B008D5"/>
    <w:rsid w:val="00B06145"/>
    <w:rsid w:val="00B15A8D"/>
    <w:rsid w:val="00B15D0D"/>
    <w:rsid w:val="00B211EF"/>
    <w:rsid w:val="00B2400B"/>
    <w:rsid w:val="00B2530B"/>
    <w:rsid w:val="00B34153"/>
    <w:rsid w:val="00B34218"/>
    <w:rsid w:val="00B7313F"/>
    <w:rsid w:val="00B75D2B"/>
    <w:rsid w:val="00B75EE1"/>
    <w:rsid w:val="00B77481"/>
    <w:rsid w:val="00B8518B"/>
    <w:rsid w:val="00B91654"/>
    <w:rsid w:val="00B95BDA"/>
    <w:rsid w:val="00B96CEB"/>
    <w:rsid w:val="00BA0376"/>
    <w:rsid w:val="00BA20AC"/>
    <w:rsid w:val="00BC260A"/>
    <w:rsid w:val="00BD230A"/>
    <w:rsid w:val="00BD7E91"/>
    <w:rsid w:val="00BD7F0D"/>
    <w:rsid w:val="00BF4756"/>
    <w:rsid w:val="00C003DC"/>
    <w:rsid w:val="00C02D0A"/>
    <w:rsid w:val="00C03A6E"/>
    <w:rsid w:val="00C30C0F"/>
    <w:rsid w:val="00C3606B"/>
    <w:rsid w:val="00C420CA"/>
    <w:rsid w:val="00C44F6A"/>
    <w:rsid w:val="00C54743"/>
    <w:rsid w:val="00C6198E"/>
    <w:rsid w:val="00C652E6"/>
    <w:rsid w:val="00C778A5"/>
    <w:rsid w:val="00C924CE"/>
    <w:rsid w:val="00C95162"/>
    <w:rsid w:val="00CA4C46"/>
    <w:rsid w:val="00CA59E7"/>
    <w:rsid w:val="00CA5F80"/>
    <w:rsid w:val="00CC45D8"/>
    <w:rsid w:val="00CC4705"/>
    <w:rsid w:val="00CD1FC4"/>
    <w:rsid w:val="00CD3E6B"/>
    <w:rsid w:val="00CD64CF"/>
    <w:rsid w:val="00CD7B19"/>
    <w:rsid w:val="00D015F4"/>
    <w:rsid w:val="00D034A0"/>
    <w:rsid w:val="00D21061"/>
    <w:rsid w:val="00D4108E"/>
    <w:rsid w:val="00D6071C"/>
    <w:rsid w:val="00D6163D"/>
    <w:rsid w:val="00D64AC7"/>
    <w:rsid w:val="00D70D53"/>
    <w:rsid w:val="00D775C0"/>
    <w:rsid w:val="00D831A3"/>
    <w:rsid w:val="00D96037"/>
    <w:rsid w:val="00DA2D31"/>
    <w:rsid w:val="00DA3711"/>
    <w:rsid w:val="00DD1211"/>
    <w:rsid w:val="00DD28CC"/>
    <w:rsid w:val="00DD46F3"/>
    <w:rsid w:val="00DE56F2"/>
    <w:rsid w:val="00DE68D5"/>
    <w:rsid w:val="00DF116D"/>
    <w:rsid w:val="00DF1887"/>
    <w:rsid w:val="00E03B54"/>
    <w:rsid w:val="00E1013A"/>
    <w:rsid w:val="00E1528E"/>
    <w:rsid w:val="00E218B5"/>
    <w:rsid w:val="00E50D63"/>
    <w:rsid w:val="00E66FDC"/>
    <w:rsid w:val="00E762E9"/>
    <w:rsid w:val="00EA4546"/>
    <w:rsid w:val="00EB104F"/>
    <w:rsid w:val="00EB2B45"/>
    <w:rsid w:val="00EC114B"/>
    <w:rsid w:val="00EC229A"/>
    <w:rsid w:val="00ED14BD"/>
    <w:rsid w:val="00EE6572"/>
    <w:rsid w:val="00F0092E"/>
    <w:rsid w:val="00F01587"/>
    <w:rsid w:val="00F016C7"/>
    <w:rsid w:val="00F06D30"/>
    <w:rsid w:val="00F12DEC"/>
    <w:rsid w:val="00F1715C"/>
    <w:rsid w:val="00F1738F"/>
    <w:rsid w:val="00F27FF1"/>
    <w:rsid w:val="00F310F8"/>
    <w:rsid w:val="00F35617"/>
    <w:rsid w:val="00F35939"/>
    <w:rsid w:val="00F37A56"/>
    <w:rsid w:val="00F45607"/>
    <w:rsid w:val="00F51CA5"/>
    <w:rsid w:val="00F53137"/>
    <w:rsid w:val="00F5540F"/>
    <w:rsid w:val="00F659EB"/>
    <w:rsid w:val="00F74398"/>
    <w:rsid w:val="00F813AF"/>
    <w:rsid w:val="00F8233B"/>
    <w:rsid w:val="00F86BA6"/>
    <w:rsid w:val="00F92868"/>
    <w:rsid w:val="00F92BD4"/>
    <w:rsid w:val="00F9788F"/>
    <w:rsid w:val="00FA11C7"/>
    <w:rsid w:val="00FA1C30"/>
    <w:rsid w:val="00FA26A7"/>
    <w:rsid w:val="00FB0268"/>
    <w:rsid w:val="00FB21A1"/>
    <w:rsid w:val="00FB6342"/>
    <w:rsid w:val="00FC6389"/>
    <w:rsid w:val="00FD0687"/>
    <w:rsid w:val="00FE586E"/>
    <w:rsid w:val="00FF277F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F18A2"/>
  <w14:defaultImageDpi w14:val="32767"/>
  <w15:docId w15:val="{4B620F82-BD66-48F0-8B75-C7D074F2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0F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0F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0F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0F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0F99"/>
    <w:rPr>
      <w:b/>
      <w:bCs/>
      <w:sz w:val="20"/>
      <w:szCs w:val="20"/>
    </w:rPr>
  </w:style>
  <w:style w:type="table" w:styleId="Prosttabulka1">
    <w:name w:val="Plain Table 1"/>
    <w:basedOn w:val="Normlntabulka"/>
    <w:uiPriority w:val="41"/>
    <w:rsid w:val="00E03B5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tyle5">
    <w:name w:val="Style5"/>
    <w:basedOn w:val="Normln"/>
    <w:uiPriority w:val="99"/>
    <w:rsid w:val="00382D66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71E4BC48-3C3C-4781-9445-0BF0977099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37</TotalTime>
  <Pages>2</Pages>
  <Words>500</Words>
  <Characters>2950</Characters>
  <Application>Microsoft Office Word</Application>
  <DocSecurity>0</DocSecurity>
  <Lines>24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Kneifel Jiří</dc:creator>
  <cp:lastModifiedBy>Jüttnerová Andrea, Mgr.</cp:lastModifiedBy>
  <cp:revision>8</cp:revision>
  <cp:lastPrinted>2023-05-03T08:46:00Z</cp:lastPrinted>
  <dcterms:created xsi:type="dcterms:W3CDTF">2024-03-13T21:01:00Z</dcterms:created>
  <dcterms:modified xsi:type="dcterms:W3CDTF">2024-05-09T09:39:00Z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